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FB10BF5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143CF8">
        <w:rPr>
          <w:rStyle w:val="Strong"/>
          <w:rFonts w:asciiTheme="minorHAnsi" w:hAnsiTheme="minorHAnsi" w:cstheme="minorHAnsi"/>
          <w:lang w:val="en-GB"/>
        </w:rPr>
        <w:t>22-G007-22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11C78B67" w:rsidR="00C44890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F3BB647" w14:textId="661F94B4" w:rsidR="00533373" w:rsidRPr="00533373" w:rsidRDefault="00533373" w:rsidP="00533373">
      <w:pPr>
        <w:rPr>
          <w:lang w:val="en-GB"/>
        </w:rPr>
      </w:pPr>
      <w:r>
        <w:rPr>
          <w:lang w:val="en-GB"/>
        </w:rPr>
        <w:t>This procurement sets for annual list of consumables which use on a daily basis (dental materials). The major objective for this procurement is to cater dental needs from the public and to provide sufficient materials on a daily basis (annually).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61953AD7" w:rsidR="00C4489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34FF2F2F" w14:textId="6C9E149B" w:rsidR="002210B0" w:rsidRPr="00492684" w:rsidRDefault="002210B0" w:rsidP="00C44890">
      <w:pPr>
        <w:rPr>
          <w:lang w:val="en-GB"/>
        </w:rPr>
      </w:pPr>
      <w:r>
        <w:rPr>
          <w:lang w:val="en-GB"/>
        </w:rPr>
        <w:t>Expiry date (2 years)</w:t>
      </w:r>
    </w:p>
    <w:p w14:paraId="63B9B8A8" w14:textId="0D0EF487" w:rsidR="002A4740" w:rsidRPr="00492684" w:rsidRDefault="002A4740" w:rsidP="00C44890">
      <w:pPr>
        <w:rPr>
          <w:lang w:val="en-GB"/>
        </w:rPr>
      </w:pPr>
    </w:p>
    <w:p w14:paraId="100B2226" w14:textId="40E11819" w:rsidR="004B1C48" w:rsidRDefault="00C44890" w:rsidP="002210B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166651C0" w14:textId="1ABF52B4" w:rsidR="002210B0" w:rsidRDefault="002210B0" w:rsidP="002210B0">
      <w:pPr>
        <w:rPr>
          <w:lang w:val="en-GB"/>
        </w:rPr>
      </w:pPr>
      <w:r>
        <w:rPr>
          <w:lang w:val="en-GB"/>
        </w:rPr>
        <w:t xml:space="preserve">Nil </w:t>
      </w:r>
    </w:p>
    <w:p w14:paraId="38D487F3" w14:textId="77777777" w:rsidR="002210B0" w:rsidRPr="002210B0" w:rsidRDefault="002210B0" w:rsidP="002210B0">
      <w:pPr>
        <w:rPr>
          <w:lang w:val="en-GB"/>
        </w:rPr>
      </w:pP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551BAF11" w14:textId="0C48C52C" w:rsidR="004B1C48" w:rsidRPr="004B1C48" w:rsidRDefault="004B1C48" w:rsidP="004B1C48">
      <w:pPr>
        <w:rPr>
          <w:lang w:val="en-GB"/>
        </w:rPr>
      </w:pPr>
      <w:r>
        <w:rPr>
          <w:lang w:val="en-GB"/>
        </w:rPr>
        <w:t>3 months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67D3B075" w14:textId="623EBD94" w:rsidR="00C44890" w:rsidRDefault="00C71403" w:rsidP="00C44890">
      <w:pPr>
        <w:rPr>
          <w:i/>
          <w:iCs/>
          <w:lang w:val="en-GB"/>
        </w:rPr>
      </w:pPr>
      <w:r>
        <w:rPr>
          <w:i/>
          <w:iCs/>
          <w:lang w:val="en-GB"/>
        </w:rPr>
        <w:t>Tender list is as follows:</w:t>
      </w:r>
    </w:p>
    <w:p w14:paraId="1BFBC510" w14:textId="77777777" w:rsidR="00C71403" w:rsidRPr="00492684" w:rsidRDefault="00C71403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996"/>
        <w:gridCol w:w="3006"/>
        <w:gridCol w:w="1243"/>
        <w:gridCol w:w="1576"/>
        <w:gridCol w:w="1386"/>
        <w:gridCol w:w="1386"/>
      </w:tblGrid>
      <w:tr w:rsidR="00B6405F" w:rsidRPr="00492684" w14:paraId="7BA20976" w14:textId="46E965DF" w:rsidTr="00CF7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F255CAF" w14:textId="00CBF012" w:rsidR="006D2D2D" w:rsidRPr="006D2D2D" w:rsidRDefault="006D2D2D" w:rsidP="006D2D2D">
            <w:pPr>
              <w:ind w:left="360"/>
              <w:rPr>
                <w:lang w:val="en-GB"/>
              </w:rPr>
            </w:pPr>
            <w:r>
              <w:rPr>
                <w:lang w:val="en-GB"/>
              </w:rPr>
              <w:t>Pos.</w:t>
            </w:r>
          </w:p>
        </w:tc>
        <w:tc>
          <w:tcPr>
            <w:tcW w:w="3248" w:type="dxa"/>
          </w:tcPr>
          <w:p w14:paraId="176179CC" w14:textId="77777777" w:rsidR="006D2D2D" w:rsidRPr="00492684" w:rsidRDefault="006D2D2D" w:rsidP="006D2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243" w:type="dxa"/>
          </w:tcPr>
          <w:p w14:paraId="118A40E2" w14:textId="4775F393" w:rsidR="006D2D2D" w:rsidRPr="00492684" w:rsidRDefault="006D2D2D" w:rsidP="006D2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  <w:r>
              <w:rPr>
                <w:lang w:val="en-GB"/>
              </w:rPr>
              <w:t xml:space="preserve"> (quantity)</w:t>
            </w:r>
          </w:p>
        </w:tc>
        <w:tc>
          <w:tcPr>
            <w:tcW w:w="1576" w:type="dxa"/>
          </w:tcPr>
          <w:p w14:paraId="70005BB3" w14:textId="7A0A3A16" w:rsidR="006D2D2D" w:rsidRPr="00492684" w:rsidRDefault="006D2D2D" w:rsidP="006D2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Pack size</w:t>
            </w:r>
          </w:p>
        </w:tc>
        <w:tc>
          <w:tcPr>
            <w:tcW w:w="1411" w:type="dxa"/>
          </w:tcPr>
          <w:p w14:paraId="7FE7D34C" w14:textId="52D27C88" w:rsidR="006D2D2D" w:rsidRPr="00492684" w:rsidRDefault="006D2D2D" w:rsidP="006D2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1" w:type="dxa"/>
          </w:tcPr>
          <w:p w14:paraId="02F5EF56" w14:textId="0263F290" w:rsidR="006D2D2D" w:rsidRPr="00492684" w:rsidRDefault="006D2D2D" w:rsidP="006D2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F27205">
              <w:t>Price (to be Tendered)</w:t>
            </w:r>
          </w:p>
        </w:tc>
      </w:tr>
      <w:tr w:rsidR="00B6405F" w:rsidRPr="00492684" w14:paraId="6E6D2AD2" w14:textId="2FEB691F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251E1A4" w14:textId="0D704903" w:rsidR="006D2D2D" w:rsidRPr="006D2D2D" w:rsidRDefault="006D2D2D" w:rsidP="00CF720D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6A4A0819" w14:textId="4C228181" w:rsidR="006D2D2D" w:rsidRPr="00CF720D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CF720D">
              <w:rPr>
                <w:b/>
                <w:bCs/>
                <w:lang w:val="en-GB"/>
              </w:rPr>
              <w:t>Composite filling materials (4G syringes)</w:t>
            </w:r>
          </w:p>
        </w:tc>
        <w:tc>
          <w:tcPr>
            <w:tcW w:w="1243" w:type="dxa"/>
          </w:tcPr>
          <w:p w14:paraId="352597C6" w14:textId="77777777" w:rsidR="006D2D2D" w:rsidRPr="00492684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76BDEC90" w14:textId="77777777" w:rsidR="006D2D2D" w:rsidRPr="00492684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7E3C67F5" w14:textId="58CACA40" w:rsidR="006D2D2D" w:rsidRPr="00492684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752C8A8D" w14:textId="77777777" w:rsidR="006D2D2D" w:rsidRPr="00492684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B6405F" w:rsidRPr="00492684" w14:paraId="774E0324" w14:textId="48CC2E38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D10AE33" w14:textId="27ADA952" w:rsidR="006D2D2D" w:rsidRPr="006D2D2D" w:rsidRDefault="006D2D2D" w:rsidP="006D2D2D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33F7DABB" w14:textId="39C4C3CD" w:rsidR="006D2D2D" w:rsidRPr="00492684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243" w:type="dxa"/>
          </w:tcPr>
          <w:p w14:paraId="468F09AE" w14:textId="06C73C61" w:rsidR="006D2D2D" w:rsidRPr="00492684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76" w:type="dxa"/>
          </w:tcPr>
          <w:p w14:paraId="1C64E7E9" w14:textId="1C0AD603" w:rsidR="006D2D2D" w:rsidRPr="00492684" w:rsidRDefault="004D0C06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78733891" w14:textId="3230C932" w:rsidR="006D2D2D" w:rsidRPr="00492684" w:rsidRDefault="00B6405F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C1602DE" w14:textId="77777777" w:rsidR="006D2D2D" w:rsidRPr="00492684" w:rsidRDefault="006D2D2D" w:rsidP="006D2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278F09A" w14:textId="5378E766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6DB6EA6" w14:textId="4C456F3A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2B307F71" w14:textId="0A66BDC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243" w:type="dxa"/>
          </w:tcPr>
          <w:p w14:paraId="7E95E12C" w14:textId="2F6F667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1C9A296" w14:textId="20E657E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56EC4DFE" w14:textId="31A3AEB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0520B5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0AC8E16" w14:textId="468A2043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4B309EE" w14:textId="1EC8E601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5390BBF6" w14:textId="447BF84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243" w:type="dxa"/>
          </w:tcPr>
          <w:p w14:paraId="7287B7A9" w14:textId="1DCE20D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6EF88F4" w14:textId="3FC8352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5B9DD2CB" w14:textId="6F7259D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C047665" w14:textId="467F763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675DE9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66D6DA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0F147FCE" w14:textId="7A551AE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B1</w:t>
            </w:r>
          </w:p>
        </w:tc>
        <w:tc>
          <w:tcPr>
            <w:tcW w:w="1243" w:type="dxa"/>
          </w:tcPr>
          <w:p w14:paraId="2077B70A" w14:textId="319E728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2BB5ACC3" w14:textId="7EACF8E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73B17C2B" w14:textId="10EDE2F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AF57AD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794734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2E872DC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0A8B4A60" w14:textId="4B0BFC3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243" w:type="dxa"/>
          </w:tcPr>
          <w:p w14:paraId="1CB1004C" w14:textId="3555DB9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D6518A8" w14:textId="4CD4C16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3A6FD5F3" w14:textId="11286DB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F6F9AD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22F16C3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517AC7D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7840D946" w14:textId="7009A628" w:rsidR="00B6405F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D2D2D">
              <w:rPr>
                <w:lang w:val="en-GB"/>
              </w:rPr>
              <w:t xml:space="preserve">Encapsulated GIC Fuji </w:t>
            </w:r>
          </w:p>
        </w:tc>
        <w:tc>
          <w:tcPr>
            <w:tcW w:w="1243" w:type="dxa"/>
          </w:tcPr>
          <w:p w14:paraId="6ADC5687" w14:textId="63D47B60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76" w:type="dxa"/>
          </w:tcPr>
          <w:p w14:paraId="21F05BE0" w14:textId="241946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Ctn</w:t>
            </w:r>
            <w:proofErr w:type="spellEnd"/>
            <w:r>
              <w:rPr>
                <w:lang w:val="en-GB"/>
              </w:rPr>
              <w:t>/50cap/</w:t>
            </w:r>
            <w:proofErr w:type="spellStart"/>
            <w:r>
              <w:rPr>
                <w:lang w:val="en-GB"/>
              </w:rPr>
              <w:t>pkt</w:t>
            </w:r>
            <w:proofErr w:type="spellEnd"/>
          </w:p>
        </w:tc>
        <w:tc>
          <w:tcPr>
            <w:tcW w:w="1411" w:type="dxa"/>
          </w:tcPr>
          <w:p w14:paraId="1D016A55" w14:textId="57055BAB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A58FD11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3597F53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2D22BB1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73E2DC5F" w14:textId="15B6F6BD" w:rsidR="00B6405F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t>Dycal</w:t>
            </w:r>
            <w:proofErr w:type="spellEnd"/>
            <w:r>
              <w:t xml:space="preserve"> (Calcium hydroxide cement) for indirect pulp capping</w:t>
            </w:r>
          </w:p>
        </w:tc>
        <w:tc>
          <w:tcPr>
            <w:tcW w:w="1243" w:type="dxa"/>
          </w:tcPr>
          <w:p w14:paraId="612D15C1" w14:textId="4D8E794E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19A88706" w14:textId="5EDA0C43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Pack of 1 tube</w:t>
            </w:r>
          </w:p>
        </w:tc>
        <w:tc>
          <w:tcPr>
            <w:tcW w:w="1411" w:type="dxa"/>
          </w:tcPr>
          <w:p w14:paraId="7150B8F5" w14:textId="039AA1B1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0D48FA8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1E379C7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1A779B4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30F4BABE" w14:textId="20C51861" w:rsidR="00B6405F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GC Dentine conditioner (25%-30% polyacrylic acid) 25g</w:t>
            </w:r>
          </w:p>
        </w:tc>
        <w:tc>
          <w:tcPr>
            <w:tcW w:w="1243" w:type="dxa"/>
          </w:tcPr>
          <w:p w14:paraId="37ACE863" w14:textId="74216234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76" w:type="dxa"/>
          </w:tcPr>
          <w:p w14:paraId="7F5BDDE0" w14:textId="2DAB9386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025BD842" w14:textId="5E39AC5C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8841573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577BED" w:rsidRPr="00492684" w14:paraId="7D60D59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BE84864" w14:textId="77777777" w:rsidR="00577BED" w:rsidRPr="006D2D2D" w:rsidRDefault="00577BED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192E237C" w14:textId="6B6CC642" w:rsidR="00577BED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3M Single Bond Kit ES (Etchant)</w:t>
            </w:r>
          </w:p>
        </w:tc>
        <w:tc>
          <w:tcPr>
            <w:tcW w:w="1243" w:type="dxa"/>
          </w:tcPr>
          <w:p w14:paraId="1A1408F7" w14:textId="36ACF916" w:rsidR="00577BED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DA8B90F" w14:textId="6825F94C" w:rsidR="00577BED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1CD03950" w14:textId="6FF0D308" w:rsidR="00577BED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B3362C3" w14:textId="77777777" w:rsidR="00577BED" w:rsidRPr="00492684" w:rsidRDefault="00577BED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3D94CA2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8609B9F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5D3F05BE" w14:textId="7C217F0F" w:rsidR="00577BED" w:rsidRPr="00577BED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Enamel dentine bonding agent</w:t>
            </w:r>
            <w:r w:rsidR="00B6405F">
              <w:t xml:space="preserve"> (Adhesive</w:t>
            </w:r>
            <w:r>
              <w:t>)</w:t>
            </w:r>
          </w:p>
        </w:tc>
        <w:tc>
          <w:tcPr>
            <w:tcW w:w="1243" w:type="dxa"/>
          </w:tcPr>
          <w:p w14:paraId="55CC21D7" w14:textId="797299E9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133B0A74" w14:textId="5092334E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5B0CB358" w14:textId="659633F0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1492172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7CB345B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01C6622" w14:textId="77777777" w:rsidR="00B6405F" w:rsidRPr="006D2D2D" w:rsidRDefault="00B6405F" w:rsidP="00B6405F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2C86D4A9" w14:textId="5BC0F979" w:rsidR="00B6405F" w:rsidRPr="00B6405F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B6405F">
              <w:rPr>
                <w:b/>
                <w:bCs/>
                <w:lang w:val="en-GB"/>
              </w:rPr>
              <w:t>Filling Accessories</w:t>
            </w:r>
          </w:p>
        </w:tc>
        <w:tc>
          <w:tcPr>
            <w:tcW w:w="1243" w:type="dxa"/>
          </w:tcPr>
          <w:p w14:paraId="4B99149C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4AB88DDF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25277EC0" w14:textId="085FC6F0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77366450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7B0D3AE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486C35F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4101BC0C" w14:textId="4B2229A6" w:rsidR="00B6405F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 xml:space="preserve">Handpieces - High Speed (non </w:t>
            </w:r>
            <w:proofErr w:type="spellStart"/>
            <w:r>
              <w:t>fobre</w:t>
            </w:r>
            <w:proofErr w:type="spellEnd"/>
            <w:r>
              <w:t xml:space="preserve"> optic)</w:t>
            </w:r>
            <w:r w:rsidR="00577BED">
              <w:t xml:space="preserve"> – 4 holes</w:t>
            </w:r>
          </w:p>
        </w:tc>
        <w:tc>
          <w:tcPr>
            <w:tcW w:w="1243" w:type="dxa"/>
          </w:tcPr>
          <w:p w14:paraId="7A97FC76" w14:textId="1248A1B8" w:rsidR="00B6405F" w:rsidRPr="00492684" w:rsidRDefault="00577BED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3BD2E7C" w14:textId="1982ACDF" w:rsidR="00B6405F" w:rsidRPr="00492684" w:rsidRDefault="00577BED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  <w:r w:rsidR="00310545">
              <w:rPr>
                <w:lang w:val="en-GB"/>
              </w:rPr>
              <w:t>s</w:t>
            </w:r>
          </w:p>
        </w:tc>
        <w:tc>
          <w:tcPr>
            <w:tcW w:w="1411" w:type="dxa"/>
          </w:tcPr>
          <w:p w14:paraId="7BAD0902" w14:textId="73AEB94D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83F9A3F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3617DE5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59A8059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533A9FB0" w14:textId="08F0D8ED" w:rsidR="00B6405F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Spatula (Plastic)</w:t>
            </w:r>
          </w:p>
        </w:tc>
        <w:tc>
          <w:tcPr>
            <w:tcW w:w="1243" w:type="dxa"/>
          </w:tcPr>
          <w:p w14:paraId="0B0CF61D" w14:textId="5E3739CF" w:rsidR="00B6405F" w:rsidRPr="00492684" w:rsidRDefault="007A6654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B4A5B7A" w14:textId="40F5DE36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3EA41FDA" w14:textId="1107A7E0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966C171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5F34FFA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CB8DA90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6AA599EE" w14:textId="0B7DDB83" w:rsidR="00B6405F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Mouth mirror with handle</w:t>
            </w:r>
          </w:p>
        </w:tc>
        <w:tc>
          <w:tcPr>
            <w:tcW w:w="1243" w:type="dxa"/>
          </w:tcPr>
          <w:p w14:paraId="6E0F3492" w14:textId="77F9FFCB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576" w:type="dxa"/>
          </w:tcPr>
          <w:p w14:paraId="5860C192" w14:textId="77D74BC5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12EED3AF" w14:textId="6DBFFB3D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F3BABA6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068723E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8565B13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13F09DB4" w14:textId="02A4FD06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Mouth mirrors</w:t>
            </w:r>
          </w:p>
        </w:tc>
        <w:tc>
          <w:tcPr>
            <w:tcW w:w="1243" w:type="dxa"/>
          </w:tcPr>
          <w:p w14:paraId="10DEC5E7" w14:textId="6CDB2370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4D5AFBA5" w14:textId="5EF89643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Ctn</w:t>
            </w:r>
            <w:proofErr w:type="spellEnd"/>
            <w:r>
              <w:rPr>
                <w:lang w:val="en-GB"/>
              </w:rPr>
              <w:t>/15pkt/12</w:t>
            </w:r>
          </w:p>
        </w:tc>
        <w:tc>
          <w:tcPr>
            <w:tcW w:w="1411" w:type="dxa"/>
          </w:tcPr>
          <w:p w14:paraId="3674C2C8" w14:textId="79163C35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8614454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1560305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9794983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0D05CBFC" w14:textId="514A336E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Dental probes (double ended sharp pointed)/explorers</w:t>
            </w:r>
          </w:p>
        </w:tc>
        <w:tc>
          <w:tcPr>
            <w:tcW w:w="1243" w:type="dxa"/>
          </w:tcPr>
          <w:p w14:paraId="326F2829" w14:textId="3D0C515E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6D648DC6" w14:textId="25E6407E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459FDFD0" w14:textId="6510B091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15A0435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6F3DB08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62B06DF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5BB35241" w14:textId="76FF1EE5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Stainless steel tweezers</w:t>
            </w:r>
          </w:p>
        </w:tc>
        <w:tc>
          <w:tcPr>
            <w:tcW w:w="1243" w:type="dxa"/>
          </w:tcPr>
          <w:p w14:paraId="09677F21" w14:textId="6952C30E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6284BD99" w14:textId="051B2DCF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196A81A8" w14:textId="4C52997F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5FCD32A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3207FE7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CA9DC59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0B7709E4" w14:textId="44676B9A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Soft Lex Pop on polishing and contouring Discs kit</w:t>
            </w:r>
          </w:p>
        </w:tc>
        <w:tc>
          <w:tcPr>
            <w:tcW w:w="1243" w:type="dxa"/>
          </w:tcPr>
          <w:p w14:paraId="70C33536" w14:textId="2711D2B2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0BDD3A1A" w14:textId="5D3C4A13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85</w:t>
            </w:r>
          </w:p>
        </w:tc>
        <w:tc>
          <w:tcPr>
            <w:tcW w:w="1411" w:type="dxa"/>
          </w:tcPr>
          <w:p w14:paraId="410AB70F" w14:textId="17D7696B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31D9C74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12AF062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7B9B30E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2A171726" w14:textId="6C0BD452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pop on Mandrels</w:t>
            </w:r>
          </w:p>
        </w:tc>
        <w:tc>
          <w:tcPr>
            <w:tcW w:w="1243" w:type="dxa"/>
          </w:tcPr>
          <w:p w14:paraId="52DFD868" w14:textId="53E1762A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76" w:type="dxa"/>
          </w:tcPr>
          <w:p w14:paraId="707DF22F" w14:textId="23A33F4E" w:rsidR="00B6405F" w:rsidRPr="00492684" w:rsidRDefault="00310545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2AC0DE33" w14:textId="3DF3DDE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4191E5F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0D54D23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23023B7" w14:textId="77777777" w:rsidR="00B6405F" w:rsidRPr="006D2D2D" w:rsidRDefault="00B6405F" w:rsidP="00310545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6BD7009D" w14:textId="0A755B12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 xml:space="preserve">S </w:t>
            </w:r>
            <w:proofErr w:type="spellStart"/>
            <w:r>
              <w:t>S</w:t>
            </w:r>
            <w:proofErr w:type="spellEnd"/>
            <w:r>
              <w:t xml:space="preserve"> white Polishing strips Rolls</w:t>
            </w:r>
          </w:p>
        </w:tc>
        <w:tc>
          <w:tcPr>
            <w:tcW w:w="1243" w:type="dxa"/>
          </w:tcPr>
          <w:p w14:paraId="323F7EC6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48EF2F98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1B01C6DE" w14:textId="48C067EE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2E36F4A9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2842A35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A111ACB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4D3D8190" w14:textId="528D9810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Coarse</w:t>
            </w:r>
          </w:p>
        </w:tc>
        <w:tc>
          <w:tcPr>
            <w:tcW w:w="1243" w:type="dxa"/>
          </w:tcPr>
          <w:p w14:paraId="4BA04468" w14:textId="0B7EFD1B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5E6D347A" w14:textId="08FA37CE" w:rsidR="00B6405F" w:rsidRPr="00492684" w:rsidRDefault="004D0C06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100</w:t>
            </w:r>
          </w:p>
        </w:tc>
        <w:tc>
          <w:tcPr>
            <w:tcW w:w="1411" w:type="dxa"/>
          </w:tcPr>
          <w:p w14:paraId="1E831F56" w14:textId="156F29C9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755F91D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2067852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F80A68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25818128" w14:textId="12A579B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Medium</w:t>
            </w:r>
          </w:p>
        </w:tc>
        <w:tc>
          <w:tcPr>
            <w:tcW w:w="1243" w:type="dxa"/>
          </w:tcPr>
          <w:p w14:paraId="74449586" w14:textId="21C0B21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06292627" w14:textId="3220EA0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D27C8">
              <w:rPr>
                <w:lang w:val="en-GB"/>
              </w:rPr>
              <w:t xml:space="preserve">1 </w:t>
            </w:r>
            <w:proofErr w:type="spellStart"/>
            <w:r w:rsidRPr="00BD27C8">
              <w:rPr>
                <w:lang w:val="en-GB"/>
              </w:rPr>
              <w:t>pkt</w:t>
            </w:r>
            <w:proofErr w:type="spellEnd"/>
            <w:r w:rsidRPr="00BD27C8">
              <w:rPr>
                <w:lang w:val="en-GB"/>
              </w:rPr>
              <w:t xml:space="preserve"> of 100</w:t>
            </w:r>
          </w:p>
        </w:tc>
        <w:tc>
          <w:tcPr>
            <w:tcW w:w="1411" w:type="dxa"/>
          </w:tcPr>
          <w:p w14:paraId="73A94C01" w14:textId="64A2C10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0D5B82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99CB3C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D42DEEC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796EC43F" w14:textId="6330621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Ultra-fine</w:t>
            </w:r>
          </w:p>
        </w:tc>
        <w:tc>
          <w:tcPr>
            <w:tcW w:w="1243" w:type="dxa"/>
          </w:tcPr>
          <w:p w14:paraId="296B8DCA" w14:textId="787D593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1E2B3D40" w14:textId="2BC09A4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D27C8">
              <w:rPr>
                <w:lang w:val="en-GB"/>
              </w:rPr>
              <w:t xml:space="preserve">1 </w:t>
            </w:r>
            <w:proofErr w:type="spellStart"/>
            <w:r w:rsidRPr="00BD27C8">
              <w:rPr>
                <w:lang w:val="en-GB"/>
              </w:rPr>
              <w:t>pkt</w:t>
            </w:r>
            <w:proofErr w:type="spellEnd"/>
            <w:r w:rsidRPr="00BD27C8">
              <w:rPr>
                <w:lang w:val="en-GB"/>
              </w:rPr>
              <w:t xml:space="preserve"> of 100</w:t>
            </w:r>
          </w:p>
        </w:tc>
        <w:tc>
          <w:tcPr>
            <w:tcW w:w="1411" w:type="dxa"/>
          </w:tcPr>
          <w:p w14:paraId="7BD982EF" w14:textId="52D3646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280FDF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CDB17E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BAA474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2E7CD159" w14:textId="06CAD04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Articulating paper</w:t>
            </w:r>
          </w:p>
        </w:tc>
        <w:tc>
          <w:tcPr>
            <w:tcW w:w="1243" w:type="dxa"/>
          </w:tcPr>
          <w:p w14:paraId="05780E6A" w14:textId="52A1979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69CDAC22" w14:textId="43C456D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D27C8">
              <w:rPr>
                <w:lang w:val="en-GB"/>
              </w:rPr>
              <w:t xml:space="preserve">1 </w:t>
            </w:r>
            <w:proofErr w:type="spellStart"/>
            <w:r w:rsidRPr="00BD27C8">
              <w:rPr>
                <w:lang w:val="en-GB"/>
              </w:rPr>
              <w:t>pkt</w:t>
            </w:r>
            <w:proofErr w:type="spellEnd"/>
            <w:r w:rsidRPr="00BD27C8">
              <w:rPr>
                <w:lang w:val="en-GB"/>
              </w:rPr>
              <w:t xml:space="preserve"> of </w:t>
            </w:r>
            <w:r>
              <w:rPr>
                <w:lang w:val="en-GB"/>
              </w:rPr>
              <w:t>12 sheets</w:t>
            </w:r>
          </w:p>
        </w:tc>
        <w:tc>
          <w:tcPr>
            <w:tcW w:w="1411" w:type="dxa"/>
          </w:tcPr>
          <w:p w14:paraId="125173F7" w14:textId="12BEEAB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9DA758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1D4FFDB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C489B15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58723AC3" w14:textId="0BEDC1D7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Mixing pad </w:t>
            </w:r>
            <w:r>
              <w:t>3"x3"</w:t>
            </w:r>
          </w:p>
        </w:tc>
        <w:tc>
          <w:tcPr>
            <w:tcW w:w="1243" w:type="dxa"/>
          </w:tcPr>
          <w:p w14:paraId="31452548" w14:textId="17E5362E" w:rsidR="00B6405F" w:rsidRPr="0049268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44B3F7D9" w14:textId="29BF5B62" w:rsidR="00B6405F" w:rsidRPr="00492684" w:rsidRDefault="004D0C06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2x100 sheets</w:t>
            </w:r>
          </w:p>
        </w:tc>
        <w:tc>
          <w:tcPr>
            <w:tcW w:w="1411" w:type="dxa"/>
          </w:tcPr>
          <w:p w14:paraId="47381E9E" w14:textId="413ED2D5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EFB649F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29CFB50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0C4C958" w14:textId="77777777" w:rsidR="00B6405F" w:rsidRPr="006D2D2D" w:rsidRDefault="00B6405F" w:rsidP="00E066C9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386CFE79" w14:textId="53EC2D0B" w:rsidR="00B6405F" w:rsidRPr="007A6654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7A6654">
              <w:rPr>
                <w:b/>
                <w:bCs/>
                <w:lang w:val="en-GB"/>
              </w:rPr>
              <w:t>Endodontic</w:t>
            </w:r>
          </w:p>
        </w:tc>
        <w:tc>
          <w:tcPr>
            <w:tcW w:w="1243" w:type="dxa"/>
          </w:tcPr>
          <w:p w14:paraId="486B4910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56DED43C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3D80F171" w14:textId="2688ED11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16BB4841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708CC99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06108CA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459B0426" w14:textId="2447ADAF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t>Odontopaste</w:t>
            </w:r>
            <w:proofErr w:type="spellEnd"/>
          </w:p>
        </w:tc>
        <w:tc>
          <w:tcPr>
            <w:tcW w:w="1243" w:type="dxa"/>
          </w:tcPr>
          <w:p w14:paraId="66FB0CAE" w14:textId="1DDE9123" w:rsidR="00B6405F" w:rsidRPr="00492684" w:rsidRDefault="007A6654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4822581C" w14:textId="3F39F6BC" w:rsidR="00B6405F" w:rsidRPr="00492684" w:rsidRDefault="004D0C06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tube 8g</w:t>
            </w:r>
          </w:p>
        </w:tc>
        <w:tc>
          <w:tcPr>
            <w:tcW w:w="1411" w:type="dxa"/>
          </w:tcPr>
          <w:p w14:paraId="689B0F66" w14:textId="68CE4AB2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FAAA51B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66370" w:rsidRPr="00492684" w14:paraId="70137A6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41F467A" w14:textId="77777777" w:rsidR="00B6405F" w:rsidRPr="006D2D2D" w:rsidRDefault="00B6405F" w:rsidP="00B6405F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1EDFAA3D" w14:textId="680B09EF" w:rsidR="00B6405F" w:rsidRDefault="00E066C9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Calcium hydroxide paste pulp dent</w:t>
            </w:r>
          </w:p>
        </w:tc>
        <w:tc>
          <w:tcPr>
            <w:tcW w:w="1243" w:type="dxa"/>
          </w:tcPr>
          <w:p w14:paraId="05929991" w14:textId="0D1522E1" w:rsidR="00B6405F" w:rsidRPr="00492684" w:rsidRDefault="007A6654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6419F404" w14:textId="5EF306A2" w:rsidR="00B6405F" w:rsidRPr="00492684" w:rsidRDefault="004D0C06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1pkt 3 </w:t>
            </w:r>
            <w:proofErr w:type="spellStart"/>
            <w:r>
              <w:rPr>
                <w:lang w:val="en-GB"/>
              </w:rPr>
              <w:t>mls</w:t>
            </w:r>
            <w:proofErr w:type="spellEnd"/>
          </w:p>
        </w:tc>
        <w:tc>
          <w:tcPr>
            <w:tcW w:w="1411" w:type="dxa"/>
          </w:tcPr>
          <w:p w14:paraId="52B31AF6" w14:textId="4D147743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C1E4395" w14:textId="77777777" w:rsidR="00B6405F" w:rsidRPr="00492684" w:rsidRDefault="00B6405F" w:rsidP="00B640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656A29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64BA20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0E92B916" w14:textId="386404B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t>Endoruler</w:t>
            </w:r>
            <w:proofErr w:type="spellEnd"/>
            <w:r>
              <w:t xml:space="preserve"> (stainless steel)</w:t>
            </w:r>
          </w:p>
        </w:tc>
        <w:tc>
          <w:tcPr>
            <w:tcW w:w="1243" w:type="dxa"/>
          </w:tcPr>
          <w:p w14:paraId="2DD347BA" w14:textId="76EEAB6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76" w:type="dxa"/>
          </w:tcPr>
          <w:p w14:paraId="1D737008" w14:textId="6CF85F1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709DA4FE" w14:textId="1DC76B2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ACF860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9FEA50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4A2204F" w14:textId="77777777" w:rsidR="004D0C06" w:rsidRPr="006D2D2D" w:rsidRDefault="004D0C06" w:rsidP="004D0C06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3ABE5DF3" w14:textId="2156D249" w:rsidR="004D0C06" w:rsidRPr="007A665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7A6654">
              <w:rPr>
                <w:b/>
                <w:bCs/>
                <w:lang w:val="en-GB"/>
              </w:rPr>
              <w:t>Hospital linens</w:t>
            </w:r>
          </w:p>
        </w:tc>
        <w:tc>
          <w:tcPr>
            <w:tcW w:w="1243" w:type="dxa"/>
          </w:tcPr>
          <w:p w14:paraId="342718A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5AE9B5A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52EAB297" w14:textId="1887C95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10D22C6A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E6C7D9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90D615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415D47F6" w14:textId="35D3A9C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 xml:space="preserve">Fabric roll (Cotton, </w:t>
            </w:r>
            <w:proofErr w:type="gramStart"/>
            <w:r>
              <w:t>Plain</w:t>
            </w:r>
            <w:proofErr w:type="gramEnd"/>
            <w:r>
              <w:t xml:space="preserve"> light blue)</w:t>
            </w:r>
          </w:p>
        </w:tc>
        <w:tc>
          <w:tcPr>
            <w:tcW w:w="1243" w:type="dxa"/>
          </w:tcPr>
          <w:p w14:paraId="329E8907" w14:textId="14D2638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06FB9129" w14:textId="33BFB8C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60 yards roll</w:t>
            </w:r>
          </w:p>
        </w:tc>
        <w:tc>
          <w:tcPr>
            <w:tcW w:w="1411" w:type="dxa"/>
          </w:tcPr>
          <w:p w14:paraId="7BFC8D89" w14:textId="0E5E70B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2CEB11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7FBBF0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31C146D" w14:textId="77777777" w:rsidR="004D0C06" w:rsidRPr="006D2D2D" w:rsidRDefault="004D0C06" w:rsidP="004D0C06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77488784" w14:textId="754E56DD" w:rsidR="004D0C06" w:rsidRPr="007A665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7A6654">
              <w:rPr>
                <w:b/>
                <w:bCs/>
              </w:rPr>
              <w:t>Dental x-ray accessories</w:t>
            </w:r>
          </w:p>
        </w:tc>
        <w:tc>
          <w:tcPr>
            <w:tcW w:w="1243" w:type="dxa"/>
          </w:tcPr>
          <w:p w14:paraId="3483BEB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3D37BAA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1E00B2DF" w14:textId="5E55B18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1BDAE7C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9F08A8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FDC2651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4BB6C2CC" w14:textId="2F7253C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Developer solution (2L) - Kodak</w:t>
            </w:r>
          </w:p>
        </w:tc>
        <w:tc>
          <w:tcPr>
            <w:tcW w:w="1243" w:type="dxa"/>
          </w:tcPr>
          <w:p w14:paraId="3D5BEFFD" w14:textId="2F5198A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0B129BA0" w14:textId="1D78B3D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C4865">
              <w:t>1 BTL 500ML</w:t>
            </w:r>
          </w:p>
        </w:tc>
        <w:tc>
          <w:tcPr>
            <w:tcW w:w="1411" w:type="dxa"/>
          </w:tcPr>
          <w:p w14:paraId="63E8ED04" w14:textId="7C0714C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9D98C84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D79B92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BFF508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5CC0618B" w14:textId="601E122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Fixer solution (2L)-Kodak</w:t>
            </w:r>
          </w:p>
        </w:tc>
        <w:tc>
          <w:tcPr>
            <w:tcW w:w="1243" w:type="dxa"/>
          </w:tcPr>
          <w:p w14:paraId="5B6AF4ED" w14:textId="685B0F8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3143035D" w14:textId="3A974A7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DC4865">
              <w:t>1 BTL 500ML</w:t>
            </w:r>
          </w:p>
        </w:tc>
        <w:tc>
          <w:tcPr>
            <w:tcW w:w="1411" w:type="dxa"/>
          </w:tcPr>
          <w:p w14:paraId="72E4C366" w14:textId="36B4767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D291E3C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5BBBD5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FC9AFA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376405D0" w14:textId="34640E8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Periapical flow films</w:t>
            </w:r>
          </w:p>
        </w:tc>
        <w:tc>
          <w:tcPr>
            <w:tcW w:w="1243" w:type="dxa"/>
          </w:tcPr>
          <w:p w14:paraId="133FD13C" w14:textId="5F5975E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76" w:type="dxa"/>
          </w:tcPr>
          <w:p w14:paraId="124AA804" w14:textId="4EC6B9C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1 BOX OF 100</w:t>
            </w:r>
          </w:p>
        </w:tc>
        <w:tc>
          <w:tcPr>
            <w:tcW w:w="1411" w:type="dxa"/>
          </w:tcPr>
          <w:p w14:paraId="551C644A" w14:textId="4430EC2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D40459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D1DDA5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E5B0DD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362DDDA6" w14:textId="21E1F43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Occlusal film</w:t>
            </w:r>
          </w:p>
        </w:tc>
        <w:tc>
          <w:tcPr>
            <w:tcW w:w="1243" w:type="dxa"/>
          </w:tcPr>
          <w:p w14:paraId="189CF12A" w14:textId="060CAEF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57DC9326" w14:textId="348674A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1 Box of 25</w:t>
            </w:r>
          </w:p>
        </w:tc>
        <w:tc>
          <w:tcPr>
            <w:tcW w:w="1411" w:type="dxa"/>
          </w:tcPr>
          <w:p w14:paraId="4406102A" w14:textId="23DF530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7A702A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17DE472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D4E50B7" w14:textId="77777777" w:rsidR="004D0C06" w:rsidRPr="006D2D2D" w:rsidRDefault="004D0C06" w:rsidP="004D0C06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607B41CA" w14:textId="67EDB10E" w:rsidR="004D0C06" w:rsidRPr="005C7FFA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5C7FFA">
              <w:rPr>
                <w:b/>
                <w:bCs/>
                <w:lang w:val="en-GB"/>
              </w:rPr>
              <w:t>Sterilizing &amp; Autoclavin</w:t>
            </w:r>
            <w:r>
              <w:rPr>
                <w:b/>
                <w:bCs/>
                <w:lang w:val="en-GB"/>
              </w:rPr>
              <w:t>g</w:t>
            </w:r>
          </w:p>
        </w:tc>
        <w:tc>
          <w:tcPr>
            <w:tcW w:w="1243" w:type="dxa"/>
          </w:tcPr>
          <w:p w14:paraId="7397BCE5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1F36873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09EE23B9" w14:textId="37E4C49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0FDD226A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8E59AE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5B1BC2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4E8B5292" w14:textId="51AC6CB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Surface Wipes (70% isopropyl alcohol impregnated wipe tubs) – hospital graded</w:t>
            </w:r>
          </w:p>
        </w:tc>
        <w:tc>
          <w:tcPr>
            <w:tcW w:w="1243" w:type="dxa"/>
          </w:tcPr>
          <w:p w14:paraId="51EB8C4C" w14:textId="684A224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76" w:type="dxa"/>
          </w:tcPr>
          <w:p w14:paraId="5472109B" w14:textId="7E64A35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1 TUBE 220 WIPES</w:t>
            </w:r>
          </w:p>
        </w:tc>
        <w:tc>
          <w:tcPr>
            <w:tcW w:w="1411" w:type="dxa"/>
          </w:tcPr>
          <w:p w14:paraId="36F3F1B6" w14:textId="52E0196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78CA012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5A0DFE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B75150C" w14:textId="77777777" w:rsidR="004D0C06" w:rsidRPr="006D2D2D" w:rsidRDefault="004D0C06" w:rsidP="004D0C06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75B52195" w14:textId="74ACECC8" w:rsidR="004D0C06" w:rsidRPr="005C7FFA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5C7FFA">
              <w:rPr>
                <w:b/>
                <w:bCs/>
              </w:rPr>
              <w:t>Sterili</w:t>
            </w:r>
            <w:r>
              <w:rPr>
                <w:b/>
                <w:bCs/>
              </w:rPr>
              <w:t>z</w:t>
            </w:r>
            <w:r w:rsidRPr="005C7FFA">
              <w:rPr>
                <w:b/>
                <w:bCs/>
              </w:rPr>
              <w:t>ation Pouches</w:t>
            </w:r>
          </w:p>
        </w:tc>
        <w:tc>
          <w:tcPr>
            <w:tcW w:w="1243" w:type="dxa"/>
          </w:tcPr>
          <w:p w14:paraId="40D6421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76B375C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5DBB31CE" w14:textId="694FDD2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7172A13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476D7CF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FB3A42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39AC9AF3" w14:textId="2971FCB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90x230mm (200/box)</w:t>
            </w:r>
          </w:p>
        </w:tc>
        <w:tc>
          <w:tcPr>
            <w:tcW w:w="1243" w:type="dxa"/>
          </w:tcPr>
          <w:p w14:paraId="2DC12AA7" w14:textId="27697E9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668E225B" w14:textId="1123C8D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7DB7">
              <w:t>1 Box of 200</w:t>
            </w:r>
          </w:p>
        </w:tc>
        <w:tc>
          <w:tcPr>
            <w:tcW w:w="1411" w:type="dxa"/>
          </w:tcPr>
          <w:p w14:paraId="75C8E727" w14:textId="5D0763A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758CB2A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F89D311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E41F9F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041F4370" w14:textId="4C51ECC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190x330mm (200/box)</w:t>
            </w:r>
          </w:p>
        </w:tc>
        <w:tc>
          <w:tcPr>
            <w:tcW w:w="1243" w:type="dxa"/>
          </w:tcPr>
          <w:p w14:paraId="3E6AD6D6" w14:textId="33EC6C2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23C09D98" w14:textId="24DBE90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657DB7">
              <w:t>1 Box of 200</w:t>
            </w:r>
          </w:p>
        </w:tc>
        <w:tc>
          <w:tcPr>
            <w:tcW w:w="1411" w:type="dxa"/>
          </w:tcPr>
          <w:p w14:paraId="2F6A9F7F" w14:textId="7F86236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875855C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B0486D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573194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4B9E8EEA" w14:textId="0CE627A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Indicator tape 19mmx55m</w:t>
            </w:r>
          </w:p>
        </w:tc>
        <w:tc>
          <w:tcPr>
            <w:tcW w:w="1243" w:type="dxa"/>
          </w:tcPr>
          <w:p w14:paraId="1CDD8F16" w14:textId="0FFD2A9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7AC6FDEE" w14:textId="0B5BCFE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3F08837B" w14:textId="58081EC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4A8CE7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23E919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7B5AC04" w14:textId="77777777" w:rsidR="004D0C06" w:rsidRPr="006D2D2D" w:rsidRDefault="004D0C06" w:rsidP="004D0C06">
            <w:pPr>
              <w:pStyle w:val="ListParagraph"/>
              <w:ind w:leftChars="0" w:left="720"/>
              <w:rPr>
                <w:lang w:val="en-GB"/>
              </w:rPr>
            </w:pPr>
          </w:p>
        </w:tc>
        <w:tc>
          <w:tcPr>
            <w:tcW w:w="3248" w:type="dxa"/>
          </w:tcPr>
          <w:p w14:paraId="2F94DAFD" w14:textId="1BE743CF" w:rsidR="004D0C06" w:rsidRPr="005C7FFA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5C7FFA">
              <w:rPr>
                <w:b/>
                <w:bCs/>
                <w:lang w:val="en-GB"/>
              </w:rPr>
              <w:t>Surgery</w:t>
            </w:r>
          </w:p>
        </w:tc>
        <w:tc>
          <w:tcPr>
            <w:tcW w:w="1243" w:type="dxa"/>
          </w:tcPr>
          <w:p w14:paraId="7CA1E4F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69D9B56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60109943" w14:textId="10DF807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77D49AA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AC4843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5638D3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lang w:val="en-GB"/>
              </w:rPr>
            </w:pPr>
          </w:p>
        </w:tc>
        <w:tc>
          <w:tcPr>
            <w:tcW w:w="3248" w:type="dxa"/>
          </w:tcPr>
          <w:p w14:paraId="772C7401" w14:textId="093CE22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 xml:space="preserve">Terumo Dental </w:t>
            </w:r>
            <w:r w:rsidR="005D057E">
              <w:t>needles</w:t>
            </w:r>
            <w:r>
              <w:t xml:space="preserve"> 27G X 1 7/8 (0.40 X 22mm) short</w:t>
            </w:r>
          </w:p>
        </w:tc>
        <w:tc>
          <w:tcPr>
            <w:tcW w:w="1243" w:type="dxa"/>
          </w:tcPr>
          <w:p w14:paraId="7F6B3715" w14:textId="5CDFAF9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F2D100C" w14:textId="74F3A18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2000/box</w:t>
            </w:r>
          </w:p>
        </w:tc>
        <w:tc>
          <w:tcPr>
            <w:tcW w:w="1411" w:type="dxa"/>
          </w:tcPr>
          <w:p w14:paraId="0ECD7A19" w14:textId="6BB7996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BD1CD7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CA76D1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23280B5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68066CA" w14:textId="2925073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Terumo Dental </w:t>
            </w:r>
            <w:r w:rsidR="005D057E">
              <w:t>needles</w:t>
            </w:r>
            <w:r>
              <w:t xml:space="preserve"> 27G X 1 3/8 (0.34 X 35mm) long</w:t>
            </w:r>
          </w:p>
        </w:tc>
        <w:tc>
          <w:tcPr>
            <w:tcW w:w="1243" w:type="dxa"/>
          </w:tcPr>
          <w:p w14:paraId="26F40E5A" w14:textId="603BA65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7BD76AA8" w14:textId="4CD9246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2000/box</w:t>
            </w:r>
          </w:p>
        </w:tc>
        <w:tc>
          <w:tcPr>
            <w:tcW w:w="1411" w:type="dxa"/>
          </w:tcPr>
          <w:p w14:paraId="1223B8AD" w14:textId="7D85EE8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F70923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8B60EA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E106B3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6EDD361" w14:textId="26E54D9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Oral Lignocaine gels 2%</w:t>
            </w:r>
          </w:p>
        </w:tc>
        <w:tc>
          <w:tcPr>
            <w:tcW w:w="1243" w:type="dxa"/>
          </w:tcPr>
          <w:p w14:paraId="5CD30521" w14:textId="22714CE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2678BB7A" w14:textId="0909812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22mg tube</w:t>
            </w:r>
          </w:p>
        </w:tc>
        <w:tc>
          <w:tcPr>
            <w:tcW w:w="1411" w:type="dxa"/>
          </w:tcPr>
          <w:p w14:paraId="00BCEDCC" w14:textId="161D45C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AFB609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172653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B5DC55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76745F6" w14:textId="6507C22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Ethyl Chloride Spray</w:t>
            </w:r>
          </w:p>
        </w:tc>
        <w:tc>
          <w:tcPr>
            <w:tcW w:w="1243" w:type="dxa"/>
          </w:tcPr>
          <w:p w14:paraId="3FF3B52D" w14:textId="0CBB483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76" w:type="dxa"/>
          </w:tcPr>
          <w:p w14:paraId="037A4BC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05B9CF43" w14:textId="7C09CF4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450F922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6599D51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CA2D7D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E3EFE31" w14:textId="7DE9F8C6" w:rsidR="004D0C06" w:rsidRDefault="00AF2B64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Absorbable hemostatic sponge</w:t>
            </w:r>
          </w:p>
        </w:tc>
        <w:tc>
          <w:tcPr>
            <w:tcW w:w="1243" w:type="dxa"/>
          </w:tcPr>
          <w:p w14:paraId="71AA6248" w14:textId="00924CD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3089651C" w14:textId="70DA4ED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20/pack</w:t>
            </w:r>
          </w:p>
        </w:tc>
        <w:tc>
          <w:tcPr>
            <w:tcW w:w="1411" w:type="dxa"/>
          </w:tcPr>
          <w:p w14:paraId="21F8ADE1" w14:textId="1F62ED8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C3347E2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5BE0F1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6F4FBB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F68E29D" w14:textId="49F9319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Rongeur Forceps</w:t>
            </w:r>
          </w:p>
        </w:tc>
        <w:tc>
          <w:tcPr>
            <w:tcW w:w="1243" w:type="dxa"/>
          </w:tcPr>
          <w:p w14:paraId="15CA59AF" w14:textId="079971E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0EDF4E57" w14:textId="6704743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27CD2930" w14:textId="313E459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4B1D82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184BE2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7566ED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9E683B3" w14:textId="0908E8D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Scalpel hand (No. 3)</w:t>
            </w:r>
          </w:p>
        </w:tc>
        <w:tc>
          <w:tcPr>
            <w:tcW w:w="1243" w:type="dxa"/>
          </w:tcPr>
          <w:p w14:paraId="0B5724D9" w14:textId="24B3501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292D62DD" w14:textId="36C93A0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4D367D72" w14:textId="3D0119A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E774AFE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50EF28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C809E4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D4448FB" w14:textId="4CD77A1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Bone File double ended</w:t>
            </w:r>
          </w:p>
        </w:tc>
        <w:tc>
          <w:tcPr>
            <w:tcW w:w="1243" w:type="dxa"/>
          </w:tcPr>
          <w:p w14:paraId="4FB0A5EA" w14:textId="0E141E9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46D9EEF4" w14:textId="60C48C7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31B0E487" w14:textId="6E43284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A3BD95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24BF1C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97BA0F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6DA7E0B" w14:textId="1EB2A02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Tissue forceps (rat tooth)</w:t>
            </w:r>
          </w:p>
        </w:tc>
        <w:tc>
          <w:tcPr>
            <w:tcW w:w="1243" w:type="dxa"/>
          </w:tcPr>
          <w:p w14:paraId="572237E6" w14:textId="34E5763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56C74C78" w14:textId="6F4C99B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36CD703C" w14:textId="216C7C7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2578312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90E442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319577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E3CCDD7" w14:textId="1FB1919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Artery forceps</w:t>
            </w:r>
          </w:p>
        </w:tc>
        <w:tc>
          <w:tcPr>
            <w:tcW w:w="1243" w:type="dxa"/>
          </w:tcPr>
          <w:p w14:paraId="6DB17CB5" w14:textId="012069C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D0A1028" w14:textId="68B243C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161AB7A9" w14:textId="59EEB65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A047BCE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137BB6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359A6D1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1619C88" w14:textId="421F571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Needle holder</w:t>
            </w:r>
          </w:p>
        </w:tc>
        <w:tc>
          <w:tcPr>
            <w:tcW w:w="1243" w:type="dxa"/>
          </w:tcPr>
          <w:p w14:paraId="28BEE9F2" w14:textId="1956A0D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F21A8E7" w14:textId="19DEB64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09598468" w14:textId="35D5354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A393F2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2BE6BE2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21DB6F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900D2F5" w14:textId="54A5D81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Surgical Scissors double sharp pointed Stainless steel(S)</w:t>
            </w:r>
          </w:p>
        </w:tc>
        <w:tc>
          <w:tcPr>
            <w:tcW w:w="1243" w:type="dxa"/>
          </w:tcPr>
          <w:p w14:paraId="5FA9E7CE" w14:textId="1861CD8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142EABC5" w14:textId="76FDA8B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5D80678D" w14:textId="4F69448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21174E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C83307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E3D65C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476C210" w14:textId="1076845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Clinical wire cutter (for 0.7mm wire) - autoclavable</w:t>
            </w:r>
          </w:p>
        </w:tc>
        <w:tc>
          <w:tcPr>
            <w:tcW w:w="1243" w:type="dxa"/>
          </w:tcPr>
          <w:p w14:paraId="5AFFA4D2" w14:textId="740EDC1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1C62F14B" w14:textId="6A4FE2E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1ACF9E65" w14:textId="1475B15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9FC3B7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D1FCF4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FE6D09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4DE2E9E" w14:textId="58EFCF1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Flexible surgical wire for Mandible fracture</w:t>
            </w:r>
          </w:p>
        </w:tc>
        <w:tc>
          <w:tcPr>
            <w:tcW w:w="1243" w:type="dxa"/>
          </w:tcPr>
          <w:p w14:paraId="4AAF287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3CB0E2A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68F4170D" w14:textId="02209A4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7254D9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462C1DF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8600D8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7F4683D" w14:textId="3759BF4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 0.5</w:t>
            </w:r>
          </w:p>
        </w:tc>
        <w:tc>
          <w:tcPr>
            <w:tcW w:w="1243" w:type="dxa"/>
          </w:tcPr>
          <w:p w14:paraId="164F9E71" w14:textId="28EC3F2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077E03F6" w14:textId="26CA4EF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Roll </w:t>
            </w:r>
          </w:p>
        </w:tc>
        <w:tc>
          <w:tcPr>
            <w:tcW w:w="1411" w:type="dxa"/>
          </w:tcPr>
          <w:p w14:paraId="086A9C9B" w14:textId="37CBDA4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D06AE8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66D79F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BB4447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DB3EC90" w14:textId="42699C2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 0.6</w:t>
            </w:r>
          </w:p>
        </w:tc>
        <w:tc>
          <w:tcPr>
            <w:tcW w:w="1243" w:type="dxa"/>
          </w:tcPr>
          <w:p w14:paraId="6A872DE5" w14:textId="0A3EACA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5EF8A55F" w14:textId="6CC8967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Roll</w:t>
            </w:r>
          </w:p>
        </w:tc>
        <w:tc>
          <w:tcPr>
            <w:tcW w:w="1411" w:type="dxa"/>
          </w:tcPr>
          <w:p w14:paraId="03ED1F08" w14:textId="2280D37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ACC308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D87993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0EDB06E" w14:textId="77777777" w:rsidR="004D0C06" w:rsidRPr="006D2D2D" w:rsidRDefault="004D0C06" w:rsidP="004D0C06">
            <w:pPr>
              <w:pStyle w:val="ListParagraph"/>
              <w:ind w:leftChars="0" w:left="72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9965DC6" w14:textId="6FAE40F7" w:rsidR="004D0C06" w:rsidRPr="008F4D5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F4D56">
              <w:rPr>
                <w:b/>
                <w:bCs/>
              </w:rPr>
              <w:t>Preventive</w:t>
            </w:r>
          </w:p>
        </w:tc>
        <w:tc>
          <w:tcPr>
            <w:tcW w:w="1243" w:type="dxa"/>
          </w:tcPr>
          <w:p w14:paraId="489871D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1B53F0B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7E466B60" w14:textId="45DB808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6E924C5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7E845E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885D0D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0A9E142" w14:textId="1F7DC06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Disclosing solutions (Pink) - 500mls</w:t>
            </w:r>
          </w:p>
        </w:tc>
        <w:tc>
          <w:tcPr>
            <w:tcW w:w="1243" w:type="dxa"/>
          </w:tcPr>
          <w:p w14:paraId="7033854E" w14:textId="1A86895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38DE37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755D30D0" w14:textId="4F87429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32685D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1F6DBA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4CF1B8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8606ECE" w14:textId="3ACA07B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Fisure</w:t>
            </w:r>
            <w:proofErr w:type="spellEnd"/>
            <w:r>
              <w:t xml:space="preserve"> Sealant (</w:t>
            </w:r>
            <w:proofErr w:type="spellStart"/>
            <w:r>
              <w:t>Conseal</w:t>
            </w:r>
            <w:proofErr w:type="spellEnd"/>
            <w:r>
              <w:t xml:space="preserve"> f syringe kit)</w:t>
            </w:r>
          </w:p>
        </w:tc>
        <w:tc>
          <w:tcPr>
            <w:tcW w:w="1243" w:type="dxa"/>
          </w:tcPr>
          <w:p w14:paraId="76877700" w14:textId="2861B0D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45ED349C" w14:textId="78FDC12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38081705" w14:textId="1312C27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967E632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57E8CF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655D7E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647CBBF" w14:textId="2D1005A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Fluoride Varnish</w:t>
            </w:r>
          </w:p>
        </w:tc>
        <w:tc>
          <w:tcPr>
            <w:tcW w:w="1243" w:type="dxa"/>
          </w:tcPr>
          <w:p w14:paraId="6B6045A3" w14:textId="67E71D7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675C6397" w14:textId="0BBE6A2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20mls tube</w:t>
            </w:r>
          </w:p>
        </w:tc>
        <w:tc>
          <w:tcPr>
            <w:tcW w:w="1411" w:type="dxa"/>
          </w:tcPr>
          <w:p w14:paraId="5E658EEA" w14:textId="51BB5C1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92898E5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A07624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2F3B33C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A2FB8CC" w14:textId="0CC203C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Tresiolan</w:t>
            </w:r>
            <w:proofErr w:type="spellEnd"/>
          </w:p>
        </w:tc>
        <w:tc>
          <w:tcPr>
            <w:tcW w:w="1243" w:type="dxa"/>
          </w:tcPr>
          <w:p w14:paraId="73D14632" w14:textId="46C965A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6" w:type="dxa"/>
          </w:tcPr>
          <w:p w14:paraId="3E7EE613" w14:textId="076EAE4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20mls tube</w:t>
            </w:r>
          </w:p>
        </w:tc>
        <w:tc>
          <w:tcPr>
            <w:tcW w:w="1411" w:type="dxa"/>
          </w:tcPr>
          <w:p w14:paraId="254D2EC3" w14:textId="1BC8F12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D07A9BC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B99DB9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852BEA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968B342" w14:textId="7CF4A98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Polishing cup/brush</w:t>
            </w:r>
          </w:p>
        </w:tc>
        <w:tc>
          <w:tcPr>
            <w:tcW w:w="1243" w:type="dxa"/>
          </w:tcPr>
          <w:p w14:paraId="00B1B35D" w14:textId="374D405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76" w:type="dxa"/>
          </w:tcPr>
          <w:p w14:paraId="3C3A95BB" w14:textId="616A9C2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Pack</w:t>
            </w:r>
          </w:p>
        </w:tc>
        <w:tc>
          <w:tcPr>
            <w:tcW w:w="1411" w:type="dxa"/>
          </w:tcPr>
          <w:p w14:paraId="2E8F0173" w14:textId="06D7C58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F3767E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7A8CCB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8890A9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C671BB0" w14:textId="5AC65BE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Prophy paste /polishing paste with fluoride</w:t>
            </w:r>
          </w:p>
        </w:tc>
        <w:tc>
          <w:tcPr>
            <w:tcW w:w="1243" w:type="dxa"/>
          </w:tcPr>
          <w:p w14:paraId="4A9E25EC" w14:textId="29AAE5F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3021B9A9" w14:textId="147FC08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200mls</w:t>
            </w:r>
          </w:p>
        </w:tc>
        <w:tc>
          <w:tcPr>
            <w:tcW w:w="1411" w:type="dxa"/>
          </w:tcPr>
          <w:p w14:paraId="18DC4397" w14:textId="1EC2730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519BE5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55D1EE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C1E3D8" w14:textId="38314ADB" w:rsidR="004D0C06" w:rsidRPr="006D2D2D" w:rsidRDefault="004D0C06" w:rsidP="004D0C06">
            <w:pPr>
              <w:pStyle w:val="ListParagraph"/>
              <w:ind w:leftChars="0" w:left="72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64E8FC4" w14:textId="787C71A9" w:rsidR="004D0C06" w:rsidRPr="00966370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66370">
              <w:rPr>
                <w:b/>
                <w:bCs/>
              </w:rPr>
              <w:t>Dental laboratory</w:t>
            </w:r>
          </w:p>
        </w:tc>
        <w:tc>
          <w:tcPr>
            <w:tcW w:w="1243" w:type="dxa"/>
          </w:tcPr>
          <w:p w14:paraId="0EEE11D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5E2E77E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37BB971A" w14:textId="051FB73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32A0941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21CBAA2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078404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0464632" w14:textId="73F418E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Plaster of Paris 20kg</w:t>
            </w:r>
          </w:p>
        </w:tc>
        <w:tc>
          <w:tcPr>
            <w:tcW w:w="1243" w:type="dxa"/>
          </w:tcPr>
          <w:p w14:paraId="32FFCFBF" w14:textId="6E27592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1AD1953A" w14:textId="6014C53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20kg</w:t>
            </w:r>
          </w:p>
        </w:tc>
        <w:tc>
          <w:tcPr>
            <w:tcW w:w="1411" w:type="dxa"/>
          </w:tcPr>
          <w:p w14:paraId="75568671" w14:textId="0E0E2DF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3709BF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E9502F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6EA181D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DABEA72" w14:textId="2A668F5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Heat cure acrylic powder 1 kg</w:t>
            </w:r>
          </w:p>
        </w:tc>
        <w:tc>
          <w:tcPr>
            <w:tcW w:w="1243" w:type="dxa"/>
          </w:tcPr>
          <w:p w14:paraId="474E166B" w14:textId="4F1C058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76" w:type="dxa"/>
          </w:tcPr>
          <w:p w14:paraId="19BEDC38" w14:textId="14F90DB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1 kg</w:t>
            </w:r>
          </w:p>
        </w:tc>
        <w:tc>
          <w:tcPr>
            <w:tcW w:w="1411" w:type="dxa"/>
          </w:tcPr>
          <w:p w14:paraId="4A12FF8C" w14:textId="5105D43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5E28855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9A79E0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5A0832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9D3F72F" w14:textId="2FEC283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Heat cure acrylic liquid 500mg</w:t>
            </w:r>
          </w:p>
        </w:tc>
        <w:tc>
          <w:tcPr>
            <w:tcW w:w="1243" w:type="dxa"/>
          </w:tcPr>
          <w:p w14:paraId="33BEB0A0" w14:textId="0E9B96F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76" w:type="dxa"/>
          </w:tcPr>
          <w:p w14:paraId="358AA8D7" w14:textId="606FDA0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500mls</w:t>
            </w:r>
          </w:p>
        </w:tc>
        <w:tc>
          <w:tcPr>
            <w:tcW w:w="1411" w:type="dxa"/>
          </w:tcPr>
          <w:p w14:paraId="237C1B38" w14:textId="67AA1A8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B2D086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B0B52D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E6620EC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F09E848" w14:textId="27B0377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Cold cure acrylic powder 500mg</w:t>
            </w:r>
          </w:p>
        </w:tc>
        <w:tc>
          <w:tcPr>
            <w:tcW w:w="1243" w:type="dxa"/>
          </w:tcPr>
          <w:p w14:paraId="1A20F763" w14:textId="01FB2A4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7DBF53A6" w14:textId="2D616F2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500g</w:t>
            </w:r>
          </w:p>
        </w:tc>
        <w:tc>
          <w:tcPr>
            <w:tcW w:w="1411" w:type="dxa"/>
          </w:tcPr>
          <w:p w14:paraId="2FF8FA79" w14:textId="03C8151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DADAE7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63A1A3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C75D7C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FE2ABD4" w14:textId="65FC958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Cold cure acrylic liquid</w:t>
            </w:r>
          </w:p>
        </w:tc>
        <w:tc>
          <w:tcPr>
            <w:tcW w:w="1243" w:type="dxa"/>
          </w:tcPr>
          <w:p w14:paraId="15E6BE02" w14:textId="1B91625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50140BF9" w14:textId="48A70FE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1 </w:t>
            </w:r>
            <w:proofErr w:type="spellStart"/>
            <w:r>
              <w:rPr>
                <w:lang w:val="en-GB"/>
              </w:rPr>
              <w:t>ltr</w:t>
            </w:r>
            <w:proofErr w:type="spellEnd"/>
          </w:p>
        </w:tc>
        <w:tc>
          <w:tcPr>
            <w:tcW w:w="1411" w:type="dxa"/>
          </w:tcPr>
          <w:p w14:paraId="2C1C209B" w14:textId="2DDD023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E1BA94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A55618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E0D129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68E02F0" w14:textId="392B537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Special tray powder (yellow)</w:t>
            </w:r>
          </w:p>
        </w:tc>
        <w:tc>
          <w:tcPr>
            <w:tcW w:w="1243" w:type="dxa"/>
          </w:tcPr>
          <w:p w14:paraId="7113AF37" w14:textId="33754C9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1B35BEC1" w14:textId="2721D27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btl</w:t>
            </w:r>
            <w:proofErr w:type="spellEnd"/>
            <w:r>
              <w:rPr>
                <w:lang w:val="en-GB"/>
              </w:rPr>
              <w:t xml:space="preserve"> 500mls</w:t>
            </w:r>
          </w:p>
        </w:tc>
        <w:tc>
          <w:tcPr>
            <w:tcW w:w="1411" w:type="dxa"/>
          </w:tcPr>
          <w:p w14:paraId="77E3A9A2" w14:textId="12AAFE6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3EF9C8A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BC6B93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88B5A9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51E8DC6" w14:textId="580661D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Special tray liquid (yellow)</w:t>
            </w:r>
          </w:p>
        </w:tc>
        <w:tc>
          <w:tcPr>
            <w:tcW w:w="1243" w:type="dxa"/>
          </w:tcPr>
          <w:p w14:paraId="2031ACA3" w14:textId="3608854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2CB8BC89" w14:textId="384BFCF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 (1kg)</w:t>
            </w:r>
          </w:p>
        </w:tc>
        <w:tc>
          <w:tcPr>
            <w:tcW w:w="1411" w:type="dxa"/>
          </w:tcPr>
          <w:p w14:paraId="4625AD02" w14:textId="44EE8A0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E6B0C6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F5B7D9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1BCFE0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A6A141A" w14:textId="6ACCC7B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Alginate Powder 500mg </w:t>
            </w:r>
            <w:proofErr w:type="spellStart"/>
            <w:r>
              <w:t>Cromopan</w:t>
            </w:r>
            <w:proofErr w:type="spellEnd"/>
          </w:p>
        </w:tc>
        <w:tc>
          <w:tcPr>
            <w:tcW w:w="1243" w:type="dxa"/>
          </w:tcPr>
          <w:p w14:paraId="52922740" w14:textId="3A951A4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576" w:type="dxa"/>
          </w:tcPr>
          <w:p w14:paraId="4BF89B31" w14:textId="542C6DF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450g</w:t>
            </w:r>
          </w:p>
        </w:tc>
        <w:tc>
          <w:tcPr>
            <w:tcW w:w="1411" w:type="dxa"/>
          </w:tcPr>
          <w:p w14:paraId="1B667195" w14:textId="0E3171B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4201F3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A05103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EEE60D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EFC376B" w14:textId="4B0B9D2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Yellow stone 20 kg</w:t>
            </w:r>
          </w:p>
        </w:tc>
        <w:tc>
          <w:tcPr>
            <w:tcW w:w="1243" w:type="dxa"/>
          </w:tcPr>
          <w:p w14:paraId="3CE6F4A4" w14:textId="5A36900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343F938" w14:textId="56A47E4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20kg</w:t>
            </w:r>
          </w:p>
        </w:tc>
        <w:tc>
          <w:tcPr>
            <w:tcW w:w="1411" w:type="dxa"/>
          </w:tcPr>
          <w:p w14:paraId="61BC9150" w14:textId="19E3CD5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A1F9E35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628FC6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B2E44F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918EFE8" w14:textId="788A7B8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Pressure indicator paste</w:t>
            </w:r>
          </w:p>
        </w:tc>
        <w:tc>
          <w:tcPr>
            <w:tcW w:w="1243" w:type="dxa"/>
          </w:tcPr>
          <w:p w14:paraId="1CB85CE4" w14:textId="5DC4816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6" w:type="dxa"/>
          </w:tcPr>
          <w:p w14:paraId="67D066D9" w14:textId="7F8D40A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tube 29g</w:t>
            </w:r>
          </w:p>
        </w:tc>
        <w:tc>
          <w:tcPr>
            <w:tcW w:w="1411" w:type="dxa"/>
          </w:tcPr>
          <w:p w14:paraId="410692BC" w14:textId="5349A9B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438127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4345ED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D66E1F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EF79A91" w14:textId="2142E6F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Plaster nippers</w:t>
            </w:r>
          </w:p>
        </w:tc>
        <w:tc>
          <w:tcPr>
            <w:tcW w:w="1243" w:type="dxa"/>
          </w:tcPr>
          <w:p w14:paraId="7BF1A4B5" w14:textId="56A5A45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76" w:type="dxa"/>
          </w:tcPr>
          <w:p w14:paraId="0048B3A9" w14:textId="18380DD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00211046" w14:textId="4BFFEDC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F79F18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AEEC262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8272DE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21829F8" w14:textId="5F769E2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Secondary Impression Paste</w:t>
            </w:r>
          </w:p>
        </w:tc>
        <w:tc>
          <w:tcPr>
            <w:tcW w:w="1243" w:type="dxa"/>
          </w:tcPr>
          <w:p w14:paraId="440ED41A" w14:textId="2B9F557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07EBCE74" w14:textId="13AB4F8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150g Zi</w:t>
            </w:r>
          </w:p>
        </w:tc>
        <w:tc>
          <w:tcPr>
            <w:tcW w:w="1411" w:type="dxa"/>
          </w:tcPr>
          <w:p w14:paraId="7C5BE5EB" w14:textId="3450C1A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C9067E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389D99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4A4361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ABC0060" w14:textId="476F3FD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Calico mops (unstitched) </w:t>
            </w:r>
            <w:proofErr w:type="spellStart"/>
            <w:r>
              <w:t>BuffCU</w:t>
            </w:r>
            <w:proofErr w:type="spellEnd"/>
            <w:r>
              <w:t xml:space="preserve"> 4x40</w:t>
            </w:r>
          </w:p>
        </w:tc>
        <w:tc>
          <w:tcPr>
            <w:tcW w:w="1243" w:type="dxa"/>
          </w:tcPr>
          <w:p w14:paraId="39672B8E" w14:textId="44BCDD0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76" w:type="dxa"/>
          </w:tcPr>
          <w:p w14:paraId="45FEC7C5" w14:textId="2701220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5A429A98" w14:textId="19221AE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831A4BE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1BA7B3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A6DB4D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DBFC2BE" w14:textId="2A032FD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Polishing felt cones - small</w:t>
            </w:r>
          </w:p>
        </w:tc>
        <w:tc>
          <w:tcPr>
            <w:tcW w:w="1243" w:type="dxa"/>
          </w:tcPr>
          <w:p w14:paraId="709EF206" w14:textId="1C776FF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1CB7CBE4" w14:textId="7182B83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5215991B" w14:textId="4C6E033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19F924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DB9FF6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A16B2C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3D500B8" w14:textId="55DE014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Polishing felt cones - medium</w:t>
            </w:r>
          </w:p>
        </w:tc>
        <w:tc>
          <w:tcPr>
            <w:tcW w:w="1243" w:type="dxa"/>
          </w:tcPr>
          <w:p w14:paraId="1D895276" w14:textId="18EED88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382D3483" w14:textId="727159A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39444F8B" w14:textId="337DB71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CAC6C0E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88C93C1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3889DC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B191F46" w14:textId="755C1EB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Plaster shears</w:t>
            </w:r>
          </w:p>
        </w:tc>
        <w:tc>
          <w:tcPr>
            <w:tcW w:w="1243" w:type="dxa"/>
          </w:tcPr>
          <w:p w14:paraId="6DD1ADBF" w14:textId="1DF613C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6" w:type="dxa"/>
          </w:tcPr>
          <w:p w14:paraId="2003791E" w14:textId="018904B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404A29C6" w14:textId="78E58E9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8315B6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5EFB1D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40D070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2D3DFC0" w14:textId="690D8D6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Articulator (fork pattern)-GBAFP with mounting plates</w:t>
            </w:r>
          </w:p>
        </w:tc>
        <w:tc>
          <w:tcPr>
            <w:tcW w:w="1243" w:type="dxa"/>
          </w:tcPr>
          <w:p w14:paraId="753BAFC6" w14:textId="0460A2F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76" w:type="dxa"/>
          </w:tcPr>
          <w:p w14:paraId="0DD335C5" w14:textId="0087421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7AC27D56" w14:textId="199D5C7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24F43F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129F2D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786BE7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74636B1" w14:textId="64FBDDC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Laboratory Putty with catalyst</w:t>
            </w:r>
          </w:p>
        </w:tc>
        <w:tc>
          <w:tcPr>
            <w:tcW w:w="1243" w:type="dxa"/>
          </w:tcPr>
          <w:p w14:paraId="0BAD257B" w14:textId="0A598F8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76" w:type="dxa"/>
          </w:tcPr>
          <w:p w14:paraId="0C8398DB" w14:textId="7160470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pack of putty</w:t>
            </w:r>
          </w:p>
        </w:tc>
        <w:tc>
          <w:tcPr>
            <w:tcW w:w="1411" w:type="dxa"/>
          </w:tcPr>
          <w:p w14:paraId="2F8BD3BD" w14:textId="44F191C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246CCC2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C3CB14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154E23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0772ADB" w14:textId="26086B1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Roach clasps</w:t>
            </w:r>
          </w:p>
        </w:tc>
        <w:tc>
          <w:tcPr>
            <w:tcW w:w="1243" w:type="dxa"/>
          </w:tcPr>
          <w:p w14:paraId="76B3C2FC" w14:textId="4AD39CA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6" w:type="dxa"/>
          </w:tcPr>
          <w:p w14:paraId="694C3CED" w14:textId="36A557C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10 pieces</w:t>
            </w:r>
          </w:p>
        </w:tc>
        <w:tc>
          <w:tcPr>
            <w:tcW w:w="1411" w:type="dxa"/>
          </w:tcPr>
          <w:p w14:paraId="2CCA2D63" w14:textId="0271865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33BE7E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88FCC7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F69F69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F26CE9B" w14:textId="06F5677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Seperating</w:t>
            </w:r>
            <w:proofErr w:type="spellEnd"/>
            <w:r>
              <w:t xml:space="preserve"> medium (cold/hot mode </w:t>
            </w:r>
            <w:proofErr w:type="spellStart"/>
            <w:r>
              <w:t>saeal</w:t>
            </w:r>
            <w:proofErr w:type="spellEnd"/>
            <w:r>
              <w:t>)</w:t>
            </w:r>
          </w:p>
        </w:tc>
        <w:tc>
          <w:tcPr>
            <w:tcW w:w="1243" w:type="dxa"/>
          </w:tcPr>
          <w:p w14:paraId="3ED10DE4" w14:textId="1FC7C9D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750EA7C9" w14:textId="73389A4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1 </w:t>
            </w:r>
            <w:proofErr w:type="spellStart"/>
            <w:r>
              <w:rPr>
                <w:lang w:val="en-GB"/>
              </w:rPr>
              <w:t>ltr</w:t>
            </w:r>
            <w:proofErr w:type="spellEnd"/>
          </w:p>
        </w:tc>
        <w:tc>
          <w:tcPr>
            <w:tcW w:w="1411" w:type="dxa"/>
          </w:tcPr>
          <w:p w14:paraId="4E47C08E" w14:textId="583C4AD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1B2EF3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268ACC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FA4205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6797009" w14:textId="130F9AE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Perforated Impression </w:t>
            </w:r>
            <w:proofErr w:type="gramStart"/>
            <w:r>
              <w:t>trays( metal</w:t>
            </w:r>
            <w:proofErr w:type="gramEnd"/>
            <w:r>
              <w:t>) upper &amp; Lower small</w:t>
            </w:r>
          </w:p>
        </w:tc>
        <w:tc>
          <w:tcPr>
            <w:tcW w:w="1243" w:type="dxa"/>
          </w:tcPr>
          <w:p w14:paraId="0BCBFF96" w14:textId="4E96805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2C18C9B4" w14:textId="15664EB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pair</w:t>
            </w:r>
          </w:p>
        </w:tc>
        <w:tc>
          <w:tcPr>
            <w:tcW w:w="1411" w:type="dxa"/>
          </w:tcPr>
          <w:p w14:paraId="4DFEB84F" w14:textId="1C0F142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FF1983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BE4D69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4B9165F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B9C30AC" w14:textId="0609721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Perforated Impression </w:t>
            </w:r>
            <w:proofErr w:type="gramStart"/>
            <w:r>
              <w:t>trays( metal</w:t>
            </w:r>
            <w:proofErr w:type="gramEnd"/>
            <w:r>
              <w:t>) upper &amp; Lower medium</w:t>
            </w:r>
          </w:p>
        </w:tc>
        <w:tc>
          <w:tcPr>
            <w:tcW w:w="1243" w:type="dxa"/>
          </w:tcPr>
          <w:p w14:paraId="3204218F" w14:textId="1A18D2A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63883427" w14:textId="0C020DC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pair</w:t>
            </w:r>
          </w:p>
        </w:tc>
        <w:tc>
          <w:tcPr>
            <w:tcW w:w="1411" w:type="dxa"/>
          </w:tcPr>
          <w:p w14:paraId="7B45A7C3" w14:textId="098455E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A41DDC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34BBD4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509D99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5EC60AC" w14:textId="6BE2228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Perforated Impression </w:t>
            </w:r>
            <w:proofErr w:type="gramStart"/>
            <w:r>
              <w:t>trays( metal</w:t>
            </w:r>
            <w:proofErr w:type="gramEnd"/>
            <w:r>
              <w:t>) upper &amp; Lower Large</w:t>
            </w:r>
          </w:p>
        </w:tc>
        <w:tc>
          <w:tcPr>
            <w:tcW w:w="1243" w:type="dxa"/>
          </w:tcPr>
          <w:p w14:paraId="18458DE3" w14:textId="455606D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3F610A6B" w14:textId="52EDC74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pair</w:t>
            </w:r>
          </w:p>
        </w:tc>
        <w:tc>
          <w:tcPr>
            <w:tcW w:w="1411" w:type="dxa"/>
          </w:tcPr>
          <w:p w14:paraId="08D97341" w14:textId="34DFB0C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92749E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66516C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BA803E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7AADC4F" w14:textId="5271DD1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Acrylic Mixing bowls</w:t>
            </w:r>
          </w:p>
        </w:tc>
        <w:tc>
          <w:tcPr>
            <w:tcW w:w="1243" w:type="dxa"/>
          </w:tcPr>
          <w:p w14:paraId="50D2944C" w14:textId="10514C7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398FFA08" w14:textId="0832E03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6377D740" w14:textId="048D3E1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789A3F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280A06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F27790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85BE0BC" w14:textId="0F87511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Wire Cutter</w:t>
            </w:r>
          </w:p>
        </w:tc>
        <w:tc>
          <w:tcPr>
            <w:tcW w:w="1243" w:type="dxa"/>
          </w:tcPr>
          <w:p w14:paraId="17C94D30" w14:textId="54F6DD3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20A2E974" w14:textId="22D0327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Pieces</w:t>
            </w:r>
          </w:p>
        </w:tc>
        <w:tc>
          <w:tcPr>
            <w:tcW w:w="1411" w:type="dxa"/>
          </w:tcPr>
          <w:p w14:paraId="24E2D7C4" w14:textId="3994185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D7C3EC4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77BB2D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B962F8F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BAB7E3A" w14:textId="26B83A2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Ball clasps</w:t>
            </w:r>
          </w:p>
        </w:tc>
        <w:tc>
          <w:tcPr>
            <w:tcW w:w="1243" w:type="dxa"/>
          </w:tcPr>
          <w:p w14:paraId="7D166BE1" w14:textId="56E88E4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60359DD5" w14:textId="1F2DEA4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50</w:t>
            </w:r>
          </w:p>
        </w:tc>
        <w:tc>
          <w:tcPr>
            <w:tcW w:w="1411" w:type="dxa"/>
          </w:tcPr>
          <w:p w14:paraId="03F4E167" w14:textId="017620C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477EAE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14CBFB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F89369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E0090E2" w14:textId="125050D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Bunsen burner hose and </w:t>
            </w:r>
            <w:proofErr w:type="spellStart"/>
            <w:r>
              <w:t>regulater</w:t>
            </w:r>
            <w:proofErr w:type="spellEnd"/>
          </w:p>
        </w:tc>
        <w:tc>
          <w:tcPr>
            <w:tcW w:w="1243" w:type="dxa"/>
          </w:tcPr>
          <w:p w14:paraId="16C2E6E6" w14:textId="1C87CE9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76" w:type="dxa"/>
          </w:tcPr>
          <w:p w14:paraId="4E20D341" w14:textId="0E4940C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set</w:t>
            </w:r>
          </w:p>
        </w:tc>
        <w:tc>
          <w:tcPr>
            <w:tcW w:w="1411" w:type="dxa"/>
          </w:tcPr>
          <w:p w14:paraId="5C554C50" w14:textId="2BD4A9C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F5D81E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1F6AF1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3DF656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C42A29E" w14:textId="27C396C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Lab pliers: Jaw pliers, Adams, Bird peak, three tip</w:t>
            </w:r>
          </w:p>
        </w:tc>
        <w:tc>
          <w:tcPr>
            <w:tcW w:w="1243" w:type="dxa"/>
          </w:tcPr>
          <w:p w14:paraId="5365850D" w14:textId="210D00F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78AE3516" w14:textId="3E1835F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Piece</w:t>
            </w:r>
          </w:p>
        </w:tc>
        <w:tc>
          <w:tcPr>
            <w:tcW w:w="1411" w:type="dxa"/>
          </w:tcPr>
          <w:p w14:paraId="4E378660" w14:textId="1882A45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32AF49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6C02DFF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FA78B2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99123F0" w14:textId="2BCFA99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Green sticks</w:t>
            </w:r>
          </w:p>
        </w:tc>
        <w:tc>
          <w:tcPr>
            <w:tcW w:w="1243" w:type="dxa"/>
          </w:tcPr>
          <w:p w14:paraId="001C9BD0" w14:textId="0AEB17F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76" w:type="dxa"/>
          </w:tcPr>
          <w:p w14:paraId="64922412" w14:textId="1FFC7A5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10</w:t>
            </w:r>
          </w:p>
        </w:tc>
        <w:tc>
          <w:tcPr>
            <w:tcW w:w="1411" w:type="dxa"/>
          </w:tcPr>
          <w:p w14:paraId="557EB881" w14:textId="66E8846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9791FA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D4F867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5B171DF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36A3083" w14:textId="04E4BA7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Dividers</w:t>
            </w:r>
          </w:p>
        </w:tc>
        <w:tc>
          <w:tcPr>
            <w:tcW w:w="1243" w:type="dxa"/>
          </w:tcPr>
          <w:p w14:paraId="1BD3C36B" w14:textId="780236F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76" w:type="dxa"/>
          </w:tcPr>
          <w:p w14:paraId="25FCB1B2" w14:textId="5047510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set</w:t>
            </w:r>
          </w:p>
        </w:tc>
        <w:tc>
          <w:tcPr>
            <w:tcW w:w="1411" w:type="dxa"/>
          </w:tcPr>
          <w:p w14:paraId="6A39BAA0" w14:textId="012C21E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3B9787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12D04E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EE621CD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DAB9382" w14:textId="6F2D265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Bite Blocks - Medium Pink</w:t>
            </w:r>
          </w:p>
        </w:tc>
        <w:tc>
          <w:tcPr>
            <w:tcW w:w="1243" w:type="dxa"/>
          </w:tcPr>
          <w:p w14:paraId="4A46BA7E" w14:textId="0A6BAD6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166D4C91" w14:textId="140F038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48</w:t>
            </w:r>
          </w:p>
        </w:tc>
        <w:tc>
          <w:tcPr>
            <w:tcW w:w="1411" w:type="dxa"/>
          </w:tcPr>
          <w:p w14:paraId="7A1F1384" w14:textId="151C3DE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53C9BA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69CF611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721EF9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BF0DC8D" w14:textId="2712B74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Bite blocks -soft Red</w:t>
            </w:r>
          </w:p>
        </w:tc>
        <w:tc>
          <w:tcPr>
            <w:tcW w:w="1243" w:type="dxa"/>
          </w:tcPr>
          <w:p w14:paraId="6249FA9E" w14:textId="6DEBE54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B2060BB" w14:textId="50C5C6B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pf 60g</w:t>
            </w:r>
          </w:p>
        </w:tc>
        <w:tc>
          <w:tcPr>
            <w:tcW w:w="1411" w:type="dxa"/>
          </w:tcPr>
          <w:p w14:paraId="342BBDE7" w14:textId="777EC0B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D2103D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8E3907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E98D56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83F8120" w14:textId="32578D2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Bite boxing wax</w:t>
            </w:r>
          </w:p>
        </w:tc>
        <w:tc>
          <w:tcPr>
            <w:tcW w:w="1243" w:type="dxa"/>
          </w:tcPr>
          <w:p w14:paraId="57495EA6" w14:textId="41AB48C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4C0DEB9" w14:textId="46D1E25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500H</w:t>
            </w:r>
          </w:p>
        </w:tc>
        <w:tc>
          <w:tcPr>
            <w:tcW w:w="1411" w:type="dxa"/>
          </w:tcPr>
          <w:p w14:paraId="662D1F92" w14:textId="54B4525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C20FF0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FBF7E0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D2A33F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7188BE8" w14:textId="0E2FEE9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Dental lab acrylic carbide burs (assorted) - 6/pkt, </w:t>
            </w:r>
            <w:proofErr w:type="spellStart"/>
            <w:proofErr w:type="gramStart"/>
            <w:r>
              <w:t>smallround,fissure</w:t>
            </w:r>
            <w:proofErr w:type="spellEnd"/>
            <w:proofErr w:type="gramEnd"/>
          </w:p>
        </w:tc>
        <w:tc>
          <w:tcPr>
            <w:tcW w:w="1243" w:type="dxa"/>
          </w:tcPr>
          <w:p w14:paraId="43BC22D1" w14:textId="6314386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76" w:type="dxa"/>
          </w:tcPr>
          <w:p w14:paraId="2390761B" w14:textId="1EF6041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proofErr w:type="spellStart"/>
            <w:r>
              <w:rPr>
                <w:lang w:val="en-GB"/>
              </w:rPr>
              <w:t>pkt</w:t>
            </w:r>
            <w:proofErr w:type="spellEnd"/>
            <w:r>
              <w:rPr>
                <w:lang w:val="en-GB"/>
              </w:rPr>
              <w:t xml:space="preserve"> of 6 pieces</w:t>
            </w:r>
          </w:p>
        </w:tc>
        <w:tc>
          <w:tcPr>
            <w:tcW w:w="1411" w:type="dxa"/>
          </w:tcPr>
          <w:p w14:paraId="780FBCE7" w14:textId="24C7764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ECED49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E26F4F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0538B97" w14:textId="77777777" w:rsidR="004D0C06" w:rsidRPr="006D2D2D" w:rsidRDefault="004D0C06" w:rsidP="004D0C06">
            <w:pPr>
              <w:pStyle w:val="ListParagraph"/>
              <w:ind w:leftChars="0" w:left="72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01F1C04" w14:textId="0699A01E" w:rsidR="004D0C06" w:rsidRPr="009D160D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D160D">
              <w:rPr>
                <w:b/>
                <w:bCs/>
              </w:rPr>
              <w:t>UPPER ANTERIOR TEETH</w:t>
            </w:r>
          </w:p>
        </w:tc>
        <w:tc>
          <w:tcPr>
            <w:tcW w:w="1243" w:type="dxa"/>
          </w:tcPr>
          <w:p w14:paraId="4482781B" w14:textId="3099D69F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  <w:lang w:val="en-GB"/>
              </w:rPr>
              <w:t>595</w:t>
            </w:r>
          </w:p>
        </w:tc>
        <w:tc>
          <w:tcPr>
            <w:tcW w:w="1576" w:type="dxa"/>
          </w:tcPr>
          <w:p w14:paraId="5C46758E" w14:textId="138D99BD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  <w:lang w:val="en-GB"/>
              </w:rPr>
              <w:t>1 set of 6 or 8</w:t>
            </w:r>
          </w:p>
        </w:tc>
        <w:tc>
          <w:tcPr>
            <w:tcW w:w="1411" w:type="dxa"/>
          </w:tcPr>
          <w:p w14:paraId="1618B755" w14:textId="13121F46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  <w:lang w:val="en-GB"/>
              </w:rPr>
              <w:t>6-8 weeks</w:t>
            </w:r>
          </w:p>
        </w:tc>
        <w:tc>
          <w:tcPr>
            <w:tcW w:w="1411" w:type="dxa"/>
          </w:tcPr>
          <w:p w14:paraId="4D3DFD3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E91348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78FF84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9357CA4" w14:textId="6B8E92E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S25</w:t>
            </w:r>
          </w:p>
        </w:tc>
        <w:tc>
          <w:tcPr>
            <w:tcW w:w="1243" w:type="dxa"/>
          </w:tcPr>
          <w:p w14:paraId="63FB4ACF" w14:textId="1FD7F0E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150</w:t>
            </w:r>
          </w:p>
        </w:tc>
        <w:tc>
          <w:tcPr>
            <w:tcW w:w="1576" w:type="dxa"/>
          </w:tcPr>
          <w:p w14:paraId="3A71DFFC" w14:textId="67F97C9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3DAA98E5" w14:textId="394675D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4B8549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14E8D7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3996141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E34F3A0" w14:textId="2E73B67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S25</w:t>
            </w:r>
          </w:p>
        </w:tc>
        <w:tc>
          <w:tcPr>
            <w:tcW w:w="1243" w:type="dxa"/>
          </w:tcPr>
          <w:p w14:paraId="20730204" w14:textId="3A40E53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77211277" w14:textId="692DBF3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4ACE5637" w14:textId="5F24199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8CE66E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3836B2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D9647D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94E66EF" w14:textId="282B7ED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S25</w:t>
            </w:r>
          </w:p>
        </w:tc>
        <w:tc>
          <w:tcPr>
            <w:tcW w:w="1243" w:type="dxa"/>
          </w:tcPr>
          <w:p w14:paraId="6FCFAD46" w14:textId="66A75EE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0D373717" w14:textId="1B0C8AD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1A492D1F" w14:textId="06F6973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454C7D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E07D2A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3B3A90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E67C81C" w14:textId="27AE043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S25</w:t>
            </w:r>
          </w:p>
        </w:tc>
        <w:tc>
          <w:tcPr>
            <w:tcW w:w="1243" w:type="dxa"/>
          </w:tcPr>
          <w:p w14:paraId="2E74A2DB" w14:textId="3DEFB20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B986660" w14:textId="4B369A3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309C6145" w14:textId="3D12E46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A4C593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1C3122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D28F65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77FE8E8" w14:textId="5EEAAB2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S26</w:t>
            </w:r>
          </w:p>
        </w:tc>
        <w:tc>
          <w:tcPr>
            <w:tcW w:w="1243" w:type="dxa"/>
          </w:tcPr>
          <w:p w14:paraId="61170331" w14:textId="2F8DC40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576" w:type="dxa"/>
          </w:tcPr>
          <w:p w14:paraId="4AE252C1" w14:textId="08C625F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678D9BCA" w14:textId="18D126B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E9E80E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7E071A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9D2B6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F96ED35" w14:textId="66FDD66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E72">
              <w:t>S26</w:t>
            </w:r>
          </w:p>
        </w:tc>
        <w:tc>
          <w:tcPr>
            <w:tcW w:w="1243" w:type="dxa"/>
          </w:tcPr>
          <w:p w14:paraId="2C16B51D" w14:textId="6CA5582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7E2EEF79" w14:textId="34AB383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69A60245" w14:textId="2AC66E5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0B2011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A34F47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875B4A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6A0CE26" w14:textId="3316108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E72">
              <w:t>S26</w:t>
            </w:r>
          </w:p>
        </w:tc>
        <w:tc>
          <w:tcPr>
            <w:tcW w:w="1243" w:type="dxa"/>
          </w:tcPr>
          <w:p w14:paraId="22117354" w14:textId="1E34427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12822A18" w14:textId="27996F4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2695A69F" w14:textId="19845DE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625FBA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D653FF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C9434A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CB5C5CF" w14:textId="70848A8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1E72">
              <w:t>S26</w:t>
            </w:r>
          </w:p>
        </w:tc>
        <w:tc>
          <w:tcPr>
            <w:tcW w:w="1243" w:type="dxa"/>
          </w:tcPr>
          <w:p w14:paraId="747284CA" w14:textId="55E7795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685D3D7B" w14:textId="444DC41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5C0C7A83" w14:textId="0613D77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5C4E3D5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DE32C2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053BB8D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74EDB60" w14:textId="105A6F7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S33</w:t>
            </w:r>
          </w:p>
        </w:tc>
        <w:tc>
          <w:tcPr>
            <w:tcW w:w="1243" w:type="dxa"/>
          </w:tcPr>
          <w:p w14:paraId="5742D2D5" w14:textId="2C2801B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99F10DE" w14:textId="7668780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2656E62C" w14:textId="423CC01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EC8F16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F1F524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F21C5A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DA9AB88" w14:textId="0E26EA4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S33</w:t>
            </w:r>
          </w:p>
        </w:tc>
        <w:tc>
          <w:tcPr>
            <w:tcW w:w="1243" w:type="dxa"/>
          </w:tcPr>
          <w:p w14:paraId="01265C0C" w14:textId="15D57E0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37A5F175" w14:textId="20D17DE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742CD8B7" w14:textId="2FA1715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782C72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1A8F82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7FEAC0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019D5E4" w14:textId="05F6C37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S33</w:t>
            </w:r>
          </w:p>
        </w:tc>
        <w:tc>
          <w:tcPr>
            <w:tcW w:w="1243" w:type="dxa"/>
          </w:tcPr>
          <w:p w14:paraId="3A2F6DC3" w14:textId="3A518CA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89294D3" w14:textId="1FD9082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3A644B54" w14:textId="5F85172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4AAA5D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6E4D45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A44E23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FA6F6A0" w14:textId="66B4A67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S33</w:t>
            </w:r>
          </w:p>
        </w:tc>
        <w:tc>
          <w:tcPr>
            <w:tcW w:w="1243" w:type="dxa"/>
          </w:tcPr>
          <w:p w14:paraId="23503D21" w14:textId="658D5A3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5845EF22" w14:textId="6419865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0DF3C485" w14:textId="0FD60E2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BC6DBA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7C1C83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3B28BB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3A77075" w14:textId="0FC60CE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S68</w:t>
            </w:r>
          </w:p>
        </w:tc>
        <w:tc>
          <w:tcPr>
            <w:tcW w:w="1243" w:type="dxa"/>
          </w:tcPr>
          <w:p w14:paraId="39920515" w14:textId="7ACA429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1D9C288" w14:textId="4243CC3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0A08B553" w14:textId="21E8F57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B20E36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3CD08E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02B4E0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85D7781" w14:textId="0A3233F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EBD">
              <w:t>S68</w:t>
            </w:r>
          </w:p>
        </w:tc>
        <w:tc>
          <w:tcPr>
            <w:tcW w:w="1243" w:type="dxa"/>
          </w:tcPr>
          <w:p w14:paraId="04BE473D" w14:textId="3C68D86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12BFAB8E" w14:textId="3DFD2EB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5E25297F" w14:textId="011D71C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2B5CED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344186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BDBC7B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98853C7" w14:textId="43014EC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EBD">
              <w:t>S68</w:t>
            </w:r>
          </w:p>
        </w:tc>
        <w:tc>
          <w:tcPr>
            <w:tcW w:w="1243" w:type="dxa"/>
          </w:tcPr>
          <w:p w14:paraId="4E02AC8B" w14:textId="1D42703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57A233A0" w14:textId="34F533A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04A366E2" w14:textId="61A3BFA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BAE92D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64566DF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669CAA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390B705" w14:textId="2438B27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7EBD">
              <w:t>S68</w:t>
            </w:r>
          </w:p>
        </w:tc>
        <w:tc>
          <w:tcPr>
            <w:tcW w:w="1243" w:type="dxa"/>
          </w:tcPr>
          <w:p w14:paraId="21CA1DCD" w14:textId="18D69E9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61E5F2EC" w14:textId="3DCBC1C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4DA54371" w14:textId="61FD59D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8191B9E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33412A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F88571F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C831F7E" w14:textId="47FB145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S14</w:t>
            </w:r>
          </w:p>
        </w:tc>
        <w:tc>
          <w:tcPr>
            <w:tcW w:w="1243" w:type="dxa"/>
          </w:tcPr>
          <w:p w14:paraId="7D5C1FCD" w14:textId="7C8E75F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576" w:type="dxa"/>
          </w:tcPr>
          <w:p w14:paraId="523D0591" w14:textId="4CD67C0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0A0B5C87" w14:textId="4F6D6EE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0E95A24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9AE2D3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FBBBEEC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098370F" w14:textId="4E4F297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V12</w:t>
            </w:r>
          </w:p>
        </w:tc>
        <w:tc>
          <w:tcPr>
            <w:tcW w:w="1243" w:type="dxa"/>
          </w:tcPr>
          <w:p w14:paraId="0A84ED54" w14:textId="0051968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576" w:type="dxa"/>
          </w:tcPr>
          <w:p w14:paraId="28916FCE" w14:textId="5B623A3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6E7B05D4" w14:textId="3444FBF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09B879C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E766FC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A0A2E2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399DE9E" w14:textId="425A561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V14</w:t>
            </w:r>
          </w:p>
        </w:tc>
        <w:tc>
          <w:tcPr>
            <w:tcW w:w="1243" w:type="dxa"/>
          </w:tcPr>
          <w:p w14:paraId="50FE39AD" w14:textId="55075E7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3F7795D" w14:textId="625F557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07F7C49F" w14:textId="558347B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73EC77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71BB8B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0AA04F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58C9CD9" w14:textId="63A696B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3125">
              <w:t>V14</w:t>
            </w:r>
          </w:p>
        </w:tc>
        <w:tc>
          <w:tcPr>
            <w:tcW w:w="1243" w:type="dxa"/>
          </w:tcPr>
          <w:p w14:paraId="7E69D7A4" w14:textId="16C04E1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3D82B23A" w14:textId="7E5EDD7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59FC3A74" w14:textId="286208A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C5B56B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F41078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D8A7B2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4A38139" w14:textId="08F015B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3125">
              <w:t>V14</w:t>
            </w:r>
          </w:p>
        </w:tc>
        <w:tc>
          <w:tcPr>
            <w:tcW w:w="1243" w:type="dxa"/>
          </w:tcPr>
          <w:p w14:paraId="6FA163C9" w14:textId="6A8042B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1D7E0E6F" w14:textId="18632E9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07FC67E8" w14:textId="53F3913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92AEFDE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9B251B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CCA342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43EECD1" w14:textId="3F4528D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V17</w:t>
            </w:r>
          </w:p>
        </w:tc>
        <w:tc>
          <w:tcPr>
            <w:tcW w:w="1243" w:type="dxa"/>
          </w:tcPr>
          <w:p w14:paraId="2D10007E" w14:textId="558D0E9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59EFB145" w14:textId="30003E2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5B70998D" w14:textId="4217BA6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9BFAF3C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A241E2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8F48BF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8A9E044" w14:textId="4D54B4D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V17</w:t>
            </w:r>
          </w:p>
        </w:tc>
        <w:tc>
          <w:tcPr>
            <w:tcW w:w="1243" w:type="dxa"/>
          </w:tcPr>
          <w:p w14:paraId="780D5542" w14:textId="1F75D76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328CCCE6" w14:textId="145C9D4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5E9D5A36" w14:textId="2358160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59AAE7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0D3DDB2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6A612A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C26E2B1" w14:textId="7EB8DB7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V17</w:t>
            </w:r>
          </w:p>
        </w:tc>
        <w:tc>
          <w:tcPr>
            <w:tcW w:w="1243" w:type="dxa"/>
          </w:tcPr>
          <w:p w14:paraId="2AD37F76" w14:textId="06D6544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ECD9FB9" w14:textId="400AA17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0175251F" w14:textId="0552055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61DD07C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B3EA6A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AECC0ED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7B214B9" w14:textId="44E07CD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V66</w:t>
            </w:r>
          </w:p>
        </w:tc>
        <w:tc>
          <w:tcPr>
            <w:tcW w:w="1243" w:type="dxa"/>
          </w:tcPr>
          <w:p w14:paraId="55D1C1C4" w14:textId="676B0B6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6B035DC2" w14:textId="72E0D83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7B30C858" w14:textId="36A41C5F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982D554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84B68B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D8BEB7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BD456A5" w14:textId="6DD25F2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V66</w:t>
            </w:r>
          </w:p>
        </w:tc>
        <w:tc>
          <w:tcPr>
            <w:tcW w:w="1243" w:type="dxa"/>
          </w:tcPr>
          <w:p w14:paraId="5C0CD6CD" w14:textId="10A1DE7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73994EA9" w14:textId="36D3F0E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5B6BA194" w14:textId="50E137B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B22921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B64594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FFC8DE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6DC4F21" w14:textId="0D97649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V66</w:t>
            </w:r>
          </w:p>
        </w:tc>
        <w:tc>
          <w:tcPr>
            <w:tcW w:w="1243" w:type="dxa"/>
          </w:tcPr>
          <w:p w14:paraId="6CD45CA8" w14:textId="2CE13A5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29F397A9" w14:textId="7BCE956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010E0757" w14:textId="6B231AB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23C390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C6407A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3C28DD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9C84F68" w14:textId="1C970FD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V66</w:t>
            </w:r>
          </w:p>
        </w:tc>
        <w:tc>
          <w:tcPr>
            <w:tcW w:w="1243" w:type="dxa"/>
          </w:tcPr>
          <w:p w14:paraId="349AFFEE" w14:textId="5788597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39591B50" w14:textId="3F4774E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2A799B57" w14:textId="3CC55B1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64912D4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D45C01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F7C9CD8" w14:textId="675AA504" w:rsidR="004D0C06" w:rsidRPr="006D2D2D" w:rsidRDefault="004D0C06" w:rsidP="004D0C06">
            <w:pPr>
              <w:pStyle w:val="ListParagraph"/>
              <w:ind w:leftChars="0" w:left="72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A99BE9F" w14:textId="74A49373" w:rsidR="004D0C06" w:rsidRPr="00C40749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40749">
              <w:rPr>
                <w:b/>
                <w:bCs/>
              </w:rPr>
              <w:t>LOWER ANTERIOR TEETH</w:t>
            </w:r>
          </w:p>
        </w:tc>
        <w:tc>
          <w:tcPr>
            <w:tcW w:w="1243" w:type="dxa"/>
          </w:tcPr>
          <w:p w14:paraId="47329D6C" w14:textId="24DD5B70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  <w:lang w:val="en-GB"/>
              </w:rPr>
              <w:t>545</w:t>
            </w:r>
          </w:p>
        </w:tc>
        <w:tc>
          <w:tcPr>
            <w:tcW w:w="1576" w:type="dxa"/>
          </w:tcPr>
          <w:p w14:paraId="7BCE12E5" w14:textId="335D8B87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</w:rPr>
              <w:t>1 SET of 6 or 8</w:t>
            </w:r>
          </w:p>
        </w:tc>
        <w:tc>
          <w:tcPr>
            <w:tcW w:w="1411" w:type="dxa"/>
          </w:tcPr>
          <w:p w14:paraId="2BB7D327" w14:textId="7A435AA3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  <w:lang w:val="en-GB"/>
              </w:rPr>
              <w:t>6-8 weeks</w:t>
            </w:r>
          </w:p>
        </w:tc>
        <w:tc>
          <w:tcPr>
            <w:tcW w:w="1411" w:type="dxa"/>
          </w:tcPr>
          <w:p w14:paraId="462C51AA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72A767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7E6602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C03D4C6" w14:textId="655988E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I42</w:t>
            </w:r>
          </w:p>
        </w:tc>
        <w:tc>
          <w:tcPr>
            <w:tcW w:w="1243" w:type="dxa"/>
          </w:tcPr>
          <w:p w14:paraId="0A06552C" w14:textId="5B09A16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150</w:t>
            </w:r>
          </w:p>
        </w:tc>
        <w:tc>
          <w:tcPr>
            <w:tcW w:w="1576" w:type="dxa"/>
          </w:tcPr>
          <w:p w14:paraId="2FFE3707" w14:textId="26BE954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4691CA4E" w14:textId="04F919A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20AE61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5E08B8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10B411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2D8A00F" w14:textId="34454AB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8C8">
              <w:t>I42</w:t>
            </w:r>
          </w:p>
        </w:tc>
        <w:tc>
          <w:tcPr>
            <w:tcW w:w="1243" w:type="dxa"/>
          </w:tcPr>
          <w:p w14:paraId="4B81158C" w14:textId="1B82558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2247B3F" w14:textId="7872B45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3C98F322" w14:textId="6359C7A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2B4319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CA7420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255DA6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2A7FD13" w14:textId="614F3B8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8C8">
              <w:t>I42</w:t>
            </w:r>
          </w:p>
        </w:tc>
        <w:tc>
          <w:tcPr>
            <w:tcW w:w="1243" w:type="dxa"/>
          </w:tcPr>
          <w:p w14:paraId="61A4BE82" w14:textId="6A0F2B3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082D5DB1" w14:textId="44614E3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4F700852" w14:textId="064D1D0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7FC146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3DEE6A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79CF07D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AC2E578" w14:textId="37AC3C2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8C8">
              <w:t>I42</w:t>
            </w:r>
          </w:p>
        </w:tc>
        <w:tc>
          <w:tcPr>
            <w:tcW w:w="1243" w:type="dxa"/>
          </w:tcPr>
          <w:p w14:paraId="01EA0264" w14:textId="62F9E3C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96A68FC" w14:textId="6401856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524A36EF" w14:textId="576024D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42A3FD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64A2C5C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9446C1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0F28D42" w14:textId="64DBC19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I46</w:t>
            </w:r>
          </w:p>
        </w:tc>
        <w:tc>
          <w:tcPr>
            <w:tcW w:w="1243" w:type="dxa"/>
          </w:tcPr>
          <w:p w14:paraId="0422091A" w14:textId="27A41A5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80</w:t>
            </w:r>
          </w:p>
        </w:tc>
        <w:tc>
          <w:tcPr>
            <w:tcW w:w="1576" w:type="dxa"/>
          </w:tcPr>
          <w:p w14:paraId="28C3E20B" w14:textId="2967342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7DC3914A" w14:textId="1E72DB0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2A9C72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B694B5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694B5A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20A1858" w14:textId="5B0A2B1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I46</w:t>
            </w:r>
          </w:p>
        </w:tc>
        <w:tc>
          <w:tcPr>
            <w:tcW w:w="1243" w:type="dxa"/>
          </w:tcPr>
          <w:p w14:paraId="1854BCDE" w14:textId="5D94502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5DE3C69" w14:textId="7747B7E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39C03E9E" w14:textId="374A2E0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F2F0F4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CCECC5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17C25D1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2C39B44" w14:textId="302449E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I46</w:t>
            </w:r>
          </w:p>
        </w:tc>
        <w:tc>
          <w:tcPr>
            <w:tcW w:w="1243" w:type="dxa"/>
          </w:tcPr>
          <w:p w14:paraId="35285F76" w14:textId="1DD3D75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68E310F3" w14:textId="15679BB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6A0E275F" w14:textId="33D3C39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C09535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4623D8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481944C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6A230305" w14:textId="7B340B5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I46</w:t>
            </w:r>
          </w:p>
        </w:tc>
        <w:tc>
          <w:tcPr>
            <w:tcW w:w="1243" w:type="dxa"/>
          </w:tcPr>
          <w:p w14:paraId="5C37C7BB" w14:textId="62F9D38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62F646DE" w14:textId="42CDCAA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1D09AF1B" w14:textId="5E04436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78F6D5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169868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7DE5FB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90AF860" w14:textId="4AB2B2C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I13</w:t>
            </w:r>
          </w:p>
        </w:tc>
        <w:tc>
          <w:tcPr>
            <w:tcW w:w="1243" w:type="dxa"/>
          </w:tcPr>
          <w:p w14:paraId="24E74F52" w14:textId="25353D4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576" w:type="dxa"/>
          </w:tcPr>
          <w:p w14:paraId="58DACB76" w14:textId="6BE4E06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5CBC636E" w14:textId="649B0A2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23F4C9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DD557F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85AF52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47BF2FE" w14:textId="5128B39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V5</w:t>
            </w:r>
          </w:p>
        </w:tc>
        <w:tc>
          <w:tcPr>
            <w:tcW w:w="1243" w:type="dxa"/>
          </w:tcPr>
          <w:p w14:paraId="5225F6F4" w14:textId="067CDF6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157FD213" w14:textId="4680D66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63AAD7CD" w14:textId="2AE07EE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C25B674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90DC713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C9C275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D9E56E6" w14:textId="688AC23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V5</w:t>
            </w:r>
          </w:p>
        </w:tc>
        <w:tc>
          <w:tcPr>
            <w:tcW w:w="1243" w:type="dxa"/>
          </w:tcPr>
          <w:p w14:paraId="4E78A007" w14:textId="7F94447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04A00AA8" w14:textId="57AE46A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0AC587E8" w14:textId="0171923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6FB7D9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7F04AEA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09AE6BC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192BB67" w14:textId="6FE65D0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V5</w:t>
            </w:r>
          </w:p>
        </w:tc>
        <w:tc>
          <w:tcPr>
            <w:tcW w:w="1243" w:type="dxa"/>
          </w:tcPr>
          <w:p w14:paraId="752C10B1" w14:textId="7614853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68951EF" w14:textId="53D9133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4D1917F6" w14:textId="7D029B6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6B925E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0962C2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876C2B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F1963F6" w14:textId="2265363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V8</w:t>
            </w:r>
          </w:p>
        </w:tc>
        <w:tc>
          <w:tcPr>
            <w:tcW w:w="1243" w:type="dxa"/>
          </w:tcPr>
          <w:p w14:paraId="0C1CC117" w14:textId="0C46868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46285869" w14:textId="49C3E93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14D491CF" w14:textId="68106EF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9EA67A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E3947F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C28DBDD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6878553" w14:textId="2062A59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V8</w:t>
            </w:r>
          </w:p>
        </w:tc>
        <w:tc>
          <w:tcPr>
            <w:tcW w:w="1243" w:type="dxa"/>
          </w:tcPr>
          <w:p w14:paraId="2812AB67" w14:textId="08A4189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6F46579F" w14:textId="7BD5FB6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789C5A5B" w14:textId="597E2072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1434EF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7333178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68A168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A8F56C4" w14:textId="795977A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V8</w:t>
            </w:r>
          </w:p>
        </w:tc>
        <w:tc>
          <w:tcPr>
            <w:tcW w:w="1243" w:type="dxa"/>
          </w:tcPr>
          <w:p w14:paraId="4800849B" w14:textId="1A5095D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56EBFB42" w14:textId="5B1B83C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361301B9" w14:textId="56AF950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235DB85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93EE75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1FD8C41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6FA7447" w14:textId="4F0C672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V8</w:t>
            </w:r>
          </w:p>
        </w:tc>
        <w:tc>
          <w:tcPr>
            <w:tcW w:w="1243" w:type="dxa"/>
          </w:tcPr>
          <w:p w14:paraId="414B9964" w14:textId="20909D3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0C4863C1" w14:textId="499A400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50278F18" w14:textId="28F4D85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8A97D7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9BDA4D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D3ED04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DC8E014" w14:textId="0687C37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i67</w:t>
            </w:r>
          </w:p>
        </w:tc>
        <w:tc>
          <w:tcPr>
            <w:tcW w:w="1243" w:type="dxa"/>
          </w:tcPr>
          <w:p w14:paraId="0E492028" w14:textId="66ED01F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26635D8C" w14:textId="3D97403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A1</w:t>
            </w:r>
          </w:p>
        </w:tc>
        <w:tc>
          <w:tcPr>
            <w:tcW w:w="1411" w:type="dxa"/>
          </w:tcPr>
          <w:p w14:paraId="4D08947B" w14:textId="541BDD7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D351D9B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64B5E9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B6A9F2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4689873" w14:textId="4928974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i67</w:t>
            </w:r>
          </w:p>
        </w:tc>
        <w:tc>
          <w:tcPr>
            <w:tcW w:w="1243" w:type="dxa"/>
          </w:tcPr>
          <w:p w14:paraId="5BAD423A" w14:textId="2D71C55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576" w:type="dxa"/>
          </w:tcPr>
          <w:p w14:paraId="20D28BBB" w14:textId="6E8802A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4847448C" w14:textId="4C0CEF7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11D90D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AD53CF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4791E9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596C512" w14:textId="354128DC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i67</w:t>
            </w:r>
          </w:p>
        </w:tc>
        <w:tc>
          <w:tcPr>
            <w:tcW w:w="1243" w:type="dxa"/>
          </w:tcPr>
          <w:p w14:paraId="54130AF2" w14:textId="00AC553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576" w:type="dxa"/>
          </w:tcPr>
          <w:p w14:paraId="7997C3B9" w14:textId="72DABE1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4E3C79EE" w14:textId="274C312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11E84B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972BD5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19182B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6506C6D" w14:textId="1FC9492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i67</w:t>
            </w:r>
          </w:p>
        </w:tc>
        <w:tc>
          <w:tcPr>
            <w:tcW w:w="1243" w:type="dxa"/>
          </w:tcPr>
          <w:p w14:paraId="465C6DCC" w14:textId="6E4D610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62ED0552" w14:textId="4CBBA19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39F20F4E" w14:textId="31076FFA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641E81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B7418AE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1D752E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7C954C80" w14:textId="658B3D4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I68</w:t>
            </w:r>
          </w:p>
        </w:tc>
        <w:tc>
          <w:tcPr>
            <w:tcW w:w="1243" w:type="dxa"/>
          </w:tcPr>
          <w:p w14:paraId="06A4B4C1" w14:textId="298FA7F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77B6F31A" w14:textId="553410D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409925FB" w14:textId="055FA17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E52D9A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25D670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FE3BC95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EC64CCA" w14:textId="38AE057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I68</w:t>
            </w:r>
          </w:p>
        </w:tc>
        <w:tc>
          <w:tcPr>
            <w:tcW w:w="1243" w:type="dxa"/>
          </w:tcPr>
          <w:p w14:paraId="087C9EC1" w14:textId="072BF8D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2FE2FC86" w14:textId="4976541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31FE732D" w14:textId="40C2FFD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9955EAA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A71D907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445D454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5EF661E" w14:textId="007AE15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I68</w:t>
            </w:r>
          </w:p>
        </w:tc>
        <w:tc>
          <w:tcPr>
            <w:tcW w:w="1243" w:type="dxa"/>
          </w:tcPr>
          <w:p w14:paraId="5C2D714D" w14:textId="3CF518F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76" w:type="dxa"/>
          </w:tcPr>
          <w:p w14:paraId="56608019" w14:textId="5B85676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4F1F12DA" w14:textId="13DCD2B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62311E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DB1ED8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C9FB7C9" w14:textId="77777777" w:rsidR="004D0C06" w:rsidRPr="00903C72" w:rsidRDefault="004D0C06" w:rsidP="004D0C06">
            <w:pPr>
              <w:rPr>
                <w:lang w:val="en-GB"/>
              </w:rPr>
            </w:pPr>
          </w:p>
        </w:tc>
        <w:tc>
          <w:tcPr>
            <w:tcW w:w="3248" w:type="dxa"/>
          </w:tcPr>
          <w:p w14:paraId="565A767B" w14:textId="2DB83D36" w:rsidR="004D0C06" w:rsidRPr="008024A5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024A5">
              <w:rPr>
                <w:b/>
                <w:bCs/>
              </w:rPr>
              <w:t>UPPER POSTERIOR TEETH</w:t>
            </w:r>
          </w:p>
        </w:tc>
        <w:tc>
          <w:tcPr>
            <w:tcW w:w="1243" w:type="dxa"/>
          </w:tcPr>
          <w:p w14:paraId="67802C11" w14:textId="21CC31B9" w:rsidR="004D0C06" w:rsidRPr="008024A5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8024A5">
              <w:rPr>
                <w:b/>
                <w:bCs/>
                <w:lang w:val="en-GB"/>
              </w:rPr>
              <w:t>400</w:t>
            </w:r>
          </w:p>
        </w:tc>
        <w:tc>
          <w:tcPr>
            <w:tcW w:w="1576" w:type="dxa"/>
          </w:tcPr>
          <w:p w14:paraId="3B276AC8" w14:textId="27DC9ADC" w:rsidR="004D0C06" w:rsidRPr="008024A5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8024A5">
              <w:rPr>
                <w:b/>
                <w:bCs/>
              </w:rPr>
              <w:t>1 SET of 6 or 8</w:t>
            </w:r>
          </w:p>
        </w:tc>
        <w:tc>
          <w:tcPr>
            <w:tcW w:w="1411" w:type="dxa"/>
          </w:tcPr>
          <w:p w14:paraId="723855FE" w14:textId="198D6006" w:rsidR="004D0C06" w:rsidRPr="00CF720D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CF720D">
              <w:rPr>
                <w:b/>
                <w:bCs/>
                <w:lang w:val="en-GB"/>
              </w:rPr>
              <w:t>6-8 weeks</w:t>
            </w:r>
          </w:p>
        </w:tc>
        <w:tc>
          <w:tcPr>
            <w:tcW w:w="1411" w:type="dxa"/>
          </w:tcPr>
          <w:p w14:paraId="7647DB3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921C0F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DF31DF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2D0EA6A" w14:textId="13E8003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P5</w:t>
            </w:r>
          </w:p>
        </w:tc>
        <w:tc>
          <w:tcPr>
            <w:tcW w:w="1243" w:type="dxa"/>
          </w:tcPr>
          <w:p w14:paraId="43BDB727" w14:textId="6588278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76" w:type="dxa"/>
          </w:tcPr>
          <w:p w14:paraId="60283A6B" w14:textId="2FED175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02560041" w14:textId="5FA984F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85467E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765D25F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EF38962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FEA5869" w14:textId="7651AB0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P3</w:t>
            </w:r>
          </w:p>
        </w:tc>
        <w:tc>
          <w:tcPr>
            <w:tcW w:w="1243" w:type="dxa"/>
          </w:tcPr>
          <w:p w14:paraId="7C4E6585" w14:textId="53C80C7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76" w:type="dxa"/>
          </w:tcPr>
          <w:p w14:paraId="6699940D" w14:textId="458F54F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2CD1B6ED" w14:textId="055F002E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46373C6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EB135C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E85F63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4440130" w14:textId="11A5250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D35</w:t>
            </w:r>
          </w:p>
        </w:tc>
        <w:tc>
          <w:tcPr>
            <w:tcW w:w="1243" w:type="dxa"/>
          </w:tcPr>
          <w:p w14:paraId="5FEE5A7D" w14:textId="20F3744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76" w:type="dxa"/>
          </w:tcPr>
          <w:p w14:paraId="56125542" w14:textId="2294A5D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185DBBBE" w14:textId="28968F46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EF817AD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AC3AD3B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D0386C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B563D05" w14:textId="12392B7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D35</w:t>
            </w:r>
          </w:p>
        </w:tc>
        <w:tc>
          <w:tcPr>
            <w:tcW w:w="1243" w:type="dxa"/>
          </w:tcPr>
          <w:p w14:paraId="166FDE45" w14:textId="062DD78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576" w:type="dxa"/>
          </w:tcPr>
          <w:p w14:paraId="5CAEB902" w14:textId="2C09DF2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35FC678E" w14:textId="33032A8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F1D86A8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D56586F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FD96DE0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3359021E" w14:textId="06874F0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D35</w:t>
            </w:r>
          </w:p>
        </w:tc>
        <w:tc>
          <w:tcPr>
            <w:tcW w:w="1243" w:type="dxa"/>
          </w:tcPr>
          <w:p w14:paraId="78B30745" w14:textId="6397039D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576" w:type="dxa"/>
          </w:tcPr>
          <w:p w14:paraId="072AE21F" w14:textId="0323241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13318313" w14:textId="1B82419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D7E322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03B3EF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48B6D9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3F74C4F" w14:textId="58048CA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D39</w:t>
            </w:r>
          </w:p>
        </w:tc>
        <w:tc>
          <w:tcPr>
            <w:tcW w:w="1243" w:type="dxa"/>
          </w:tcPr>
          <w:p w14:paraId="01375D7A" w14:textId="4B50885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4409BE94" w14:textId="0E0E982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44E10284" w14:textId="6F1A6C6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072A6397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0A1688D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BEB82E3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150933A8" w14:textId="7ED204C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D39</w:t>
            </w:r>
          </w:p>
        </w:tc>
        <w:tc>
          <w:tcPr>
            <w:tcW w:w="1243" w:type="dxa"/>
          </w:tcPr>
          <w:p w14:paraId="1D0F7931" w14:textId="3CC5350A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75A91960" w14:textId="00195AC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733F6A23" w14:textId="63BDC0F9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62D7C111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24FDD8BD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D8D380A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DABA27C" w14:textId="1A9B51C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D39</w:t>
            </w:r>
          </w:p>
        </w:tc>
        <w:tc>
          <w:tcPr>
            <w:tcW w:w="1243" w:type="dxa"/>
          </w:tcPr>
          <w:p w14:paraId="4C855A7E" w14:textId="6BB957A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32ED7FBF" w14:textId="7F17925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5C4A9269" w14:textId="01A0FF94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33DF9FA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A603EA6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9708E2C" w14:textId="77777777" w:rsidR="004D0C06" w:rsidRPr="006D2D2D" w:rsidRDefault="004D0C06" w:rsidP="004D0C06">
            <w:pPr>
              <w:pStyle w:val="ListParagraph"/>
              <w:ind w:leftChars="0" w:left="72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E0AFAB6" w14:textId="783311B6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D0C06">
              <w:rPr>
                <w:b/>
                <w:bCs/>
              </w:rPr>
              <w:t>LOWER POSTERIOR TEETH</w:t>
            </w:r>
          </w:p>
        </w:tc>
        <w:tc>
          <w:tcPr>
            <w:tcW w:w="1243" w:type="dxa"/>
          </w:tcPr>
          <w:p w14:paraId="7640F1F4" w14:textId="583F5BCF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  <w:lang w:val="en-GB"/>
              </w:rPr>
              <w:t>400</w:t>
            </w:r>
          </w:p>
        </w:tc>
        <w:tc>
          <w:tcPr>
            <w:tcW w:w="1576" w:type="dxa"/>
          </w:tcPr>
          <w:p w14:paraId="348F15AD" w14:textId="00C95548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</w:rPr>
              <w:t>1 SET of 6 or 8</w:t>
            </w:r>
          </w:p>
        </w:tc>
        <w:tc>
          <w:tcPr>
            <w:tcW w:w="1411" w:type="dxa"/>
          </w:tcPr>
          <w:p w14:paraId="703F6762" w14:textId="1879928E" w:rsidR="004D0C06" w:rsidRP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n-GB"/>
              </w:rPr>
            </w:pPr>
            <w:r w:rsidRPr="004D0C06">
              <w:rPr>
                <w:b/>
                <w:bCs/>
                <w:lang w:val="en-GB"/>
              </w:rPr>
              <w:t>6-8 weeks</w:t>
            </w:r>
          </w:p>
        </w:tc>
        <w:tc>
          <w:tcPr>
            <w:tcW w:w="1411" w:type="dxa"/>
          </w:tcPr>
          <w:p w14:paraId="4B6E1D2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1E49D9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95040F8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6D93BB1" w14:textId="2CB1F104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P5</w:t>
            </w:r>
          </w:p>
        </w:tc>
        <w:tc>
          <w:tcPr>
            <w:tcW w:w="1243" w:type="dxa"/>
          </w:tcPr>
          <w:p w14:paraId="66D3C7B8" w14:textId="22E1BF9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50</w:t>
            </w:r>
          </w:p>
        </w:tc>
        <w:tc>
          <w:tcPr>
            <w:tcW w:w="1576" w:type="dxa"/>
          </w:tcPr>
          <w:p w14:paraId="65A1D68D" w14:textId="19547BD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0CB0D0F8" w14:textId="0AF81780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64D633A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4CDDFD25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A7D499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037D3379" w14:textId="31ECC33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P3</w:t>
            </w:r>
          </w:p>
        </w:tc>
        <w:tc>
          <w:tcPr>
            <w:tcW w:w="1243" w:type="dxa"/>
          </w:tcPr>
          <w:p w14:paraId="752C67F8" w14:textId="06FB91B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150</w:t>
            </w:r>
          </w:p>
        </w:tc>
        <w:tc>
          <w:tcPr>
            <w:tcW w:w="1576" w:type="dxa"/>
          </w:tcPr>
          <w:p w14:paraId="439D8C14" w14:textId="46954B1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0E13C631" w14:textId="6AAA342B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7A700FF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711BE9F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B454B5B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C68D6E0" w14:textId="01A6A400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D35</w:t>
            </w:r>
          </w:p>
        </w:tc>
        <w:tc>
          <w:tcPr>
            <w:tcW w:w="1243" w:type="dxa"/>
          </w:tcPr>
          <w:p w14:paraId="4D0809BE" w14:textId="2176107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100</w:t>
            </w:r>
          </w:p>
        </w:tc>
        <w:tc>
          <w:tcPr>
            <w:tcW w:w="1576" w:type="dxa"/>
          </w:tcPr>
          <w:p w14:paraId="486AAAF8" w14:textId="1D730FF2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411" w:type="dxa"/>
          </w:tcPr>
          <w:p w14:paraId="3F2DC9FB" w14:textId="1EA053B1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5AAA6C8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5F266DF0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ECABC37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2A37DBF" w14:textId="60C2572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D35</w:t>
            </w:r>
          </w:p>
        </w:tc>
        <w:tc>
          <w:tcPr>
            <w:tcW w:w="1243" w:type="dxa"/>
          </w:tcPr>
          <w:p w14:paraId="751BD436" w14:textId="460FB0FE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576" w:type="dxa"/>
          </w:tcPr>
          <w:p w14:paraId="47A914ED" w14:textId="6C6057E8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A22</w:t>
            </w:r>
          </w:p>
        </w:tc>
        <w:tc>
          <w:tcPr>
            <w:tcW w:w="1411" w:type="dxa"/>
          </w:tcPr>
          <w:p w14:paraId="3C94A4EF" w14:textId="07B7650D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2D8840B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64C923A4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0546D66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21F5BA66" w14:textId="5C290BE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D35</w:t>
            </w:r>
          </w:p>
        </w:tc>
        <w:tc>
          <w:tcPr>
            <w:tcW w:w="1243" w:type="dxa"/>
          </w:tcPr>
          <w:p w14:paraId="6AFC9473" w14:textId="720EE1E5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1576" w:type="dxa"/>
          </w:tcPr>
          <w:p w14:paraId="76D7DEDC" w14:textId="31D8BC2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528D8B17" w14:textId="21AC5C98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1B1DE439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1ACF8F5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369289E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447E74D" w14:textId="3DCDBAD7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D39</w:t>
            </w:r>
          </w:p>
        </w:tc>
        <w:tc>
          <w:tcPr>
            <w:tcW w:w="1243" w:type="dxa"/>
          </w:tcPr>
          <w:p w14:paraId="15814DC4" w14:textId="687A5D5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1C91150C" w14:textId="296AE61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411" w:type="dxa"/>
          </w:tcPr>
          <w:p w14:paraId="04E133B9" w14:textId="6C6907E3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E89E2D3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799B4F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7BB02E1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4C6A3865" w14:textId="348E5643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D39</w:t>
            </w:r>
          </w:p>
        </w:tc>
        <w:tc>
          <w:tcPr>
            <w:tcW w:w="1243" w:type="dxa"/>
          </w:tcPr>
          <w:p w14:paraId="22025F8C" w14:textId="6F5D17DB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576" w:type="dxa"/>
          </w:tcPr>
          <w:p w14:paraId="50184411" w14:textId="12282576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</w:t>
            </w:r>
          </w:p>
        </w:tc>
        <w:tc>
          <w:tcPr>
            <w:tcW w:w="1411" w:type="dxa"/>
          </w:tcPr>
          <w:p w14:paraId="4DF82195" w14:textId="1460730C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432D3010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4D0C06" w:rsidRPr="00492684" w14:paraId="3E0B8CF1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EC08229" w14:textId="77777777" w:rsidR="004D0C06" w:rsidRPr="006D2D2D" w:rsidRDefault="004D0C06" w:rsidP="004D0C06">
            <w:pPr>
              <w:pStyle w:val="ListParagraph"/>
              <w:numPr>
                <w:ilvl w:val="0"/>
                <w:numId w:val="16"/>
              </w:numPr>
              <w:ind w:leftChars="0"/>
              <w:rPr>
                <w:b w:val="0"/>
                <w:bCs w:val="0"/>
                <w:lang w:val="en-GB"/>
              </w:rPr>
            </w:pPr>
          </w:p>
        </w:tc>
        <w:tc>
          <w:tcPr>
            <w:tcW w:w="3248" w:type="dxa"/>
          </w:tcPr>
          <w:p w14:paraId="5A4E203B" w14:textId="791D73CF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D39</w:t>
            </w:r>
          </w:p>
        </w:tc>
        <w:tc>
          <w:tcPr>
            <w:tcW w:w="1243" w:type="dxa"/>
          </w:tcPr>
          <w:p w14:paraId="02376043" w14:textId="1B2923B1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76" w:type="dxa"/>
          </w:tcPr>
          <w:p w14:paraId="2174A23D" w14:textId="7DF90EA9" w:rsidR="004D0C06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A3.5</w:t>
            </w:r>
          </w:p>
        </w:tc>
        <w:tc>
          <w:tcPr>
            <w:tcW w:w="1411" w:type="dxa"/>
          </w:tcPr>
          <w:p w14:paraId="1280C4F9" w14:textId="532A5645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6-8 weeks</w:t>
            </w:r>
          </w:p>
        </w:tc>
        <w:tc>
          <w:tcPr>
            <w:tcW w:w="1411" w:type="dxa"/>
          </w:tcPr>
          <w:p w14:paraId="71114185" w14:textId="77777777" w:rsidR="004D0C06" w:rsidRPr="00492684" w:rsidRDefault="004D0C06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91CD1" w:rsidRPr="00492684" w14:paraId="75D33E59" w14:textId="77777777" w:rsidTr="00CF72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1EB4854" w14:textId="77777777" w:rsidR="00C91CD1" w:rsidRPr="00C91CD1" w:rsidRDefault="00C91CD1" w:rsidP="00C91CD1">
            <w:pPr>
              <w:ind w:left="360"/>
              <w:rPr>
                <w:lang w:val="en-GB"/>
              </w:rPr>
            </w:pPr>
          </w:p>
        </w:tc>
        <w:tc>
          <w:tcPr>
            <w:tcW w:w="3248" w:type="dxa"/>
          </w:tcPr>
          <w:p w14:paraId="2A428DDE" w14:textId="3D45DCF6" w:rsidR="00C91CD1" w:rsidRPr="00EA7C32" w:rsidRDefault="00C91CD1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A7C32">
              <w:rPr>
                <w:b/>
                <w:bCs/>
              </w:rPr>
              <w:t xml:space="preserve">TOTAL IN </w:t>
            </w:r>
            <w:r w:rsidR="00EA7C32">
              <w:rPr>
                <w:b/>
                <w:bCs/>
              </w:rPr>
              <w:t>$</w:t>
            </w:r>
            <w:r w:rsidRPr="00EA7C32">
              <w:rPr>
                <w:b/>
                <w:bCs/>
              </w:rPr>
              <w:t>AUD</w:t>
            </w:r>
          </w:p>
        </w:tc>
        <w:tc>
          <w:tcPr>
            <w:tcW w:w="1243" w:type="dxa"/>
          </w:tcPr>
          <w:p w14:paraId="56493ED6" w14:textId="77777777" w:rsidR="00C91CD1" w:rsidRDefault="00C91CD1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76" w:type="dxa"/>
          </w:tcPr>
          <w:p w14:paraId="52FC72A1" w14:textId="77777777" w:rsidR="00C91CD1" w:rsidRDefault="00C91CD1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39C670FE" w14:textId="77777777" w:rsidR="00C91CD1" w:rsidRDefault="00C91CD1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1" w:type="dxa"/>
          </w:tcPr>
          <w:p w14:paraId="0CE98656" w14:textId="77777777" w:rsidR="00C91CD1" w:rsidRPr="00492684" w:rsidRDefault="00C91CD1" w:rsidP="004D0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C2EF3" w14:textId="77777777" w:rsidR="004430C0" w:rsidRDefault="004430C0">
      <w:r>
        <w:separator/>
      </w:r>
    </w:p>
  </w:endnote>
  <w:endnote w:type="continuationSeparator" w:id="0">
    <w:p w14:paraId="4CD822A3" w14:textId="77777777" w:rsidR="004430C0" w:rsidRDefault="004430C0">
      <w:r>
        <w:continuationSeparator/>
      </w:r>
    </w:p>
  </w:endnote>
  <w:endnote w:type="continuationNotice" w:id="1">
    <w:p w14:paraId="43DC742C" w14:textId="77777777" w:rsidR="004430C0" w:rsidRDefault="004430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52B54" w:rsidRPr="00152B54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52B54" w:rsidRPr="00152B54">
      <w:rPr>
        <w:noProof/>
        <w:color w:val="17365D" w:themeColor="text2" w:themeShade="BF"/>
        <w:lang w:val="sv-SE"/>
      </w:rPr>
      <w:t>9</w:t>
    </w:r>
    <w:r>
      <w:rPr>
        <w:color w:val="17365D" w:themeColor="text2" w:themeShade="BF"/>
      </w:rPr>
      <w:fldChar w:fldCharType="end"/>
    </w:r>
  </w:p>
  <w:p w14:paraId="213B5D63" w14:textId="2C71534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43CF8">
      <w:rPr>
        <w:noProof/>
      </w:rPr>
      <w:t>2022-10-11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ABD75" w14:textId="77777777" w:rsidR="004430C0" w:rsidRDefault="004430C0">
      <w:r>
        <w:separator/>
      </w:r>
    </w:p>
  </w:footnote>
  <w:footnote w:type="continuationSeparator" w:id="0">
    <w:p w14:paraId="0B311FDF" w14:textId="77777777" w:rsidR="004430C0" w:rsidRDefault="004430C0">
      <w:r>
        <w:continuationSeparator/>
      </w:r>
    </w:p>
  </w:footnote>
  <w:footnote w:type="continuationNotice" w:id="1">
    <w:p w14:paraId="011F31B7" w14:textId="77777777" w:rsidR="004430C0" w:rsidRDefault="004430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574CA794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4B1C48">
      <w:rPr>
        <w:rStyle w:val="Strong"/>
        <w:rFonts w:asciiTheme="minorHAnsi" w:hAnsiTheme="minorHAnsi" w:cstheme="minorHAnsi"/>
        <w:lang w:val="en-GB"/>
      </w:rPr>
      <w:t>MHMS-G009-246</w:t>
    </w:r>
    <w:r w:rsidR="006043EE">
      <w:rPr>
        <w:rFonts w:asciiTheme="minorHAnsi" w:hAnsiTheme="minorHAnsi" w:cs="Calibri"/>
        <w:sz w:val="20"/>
      </w:rPr>
      <w:fldChar w:fldCharType="end"/>
    </w:r>
    <w:r w:rsidR="004B1C48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927E9"/>
    <w:multiLevelType w:val="hybridMultilevel"/>
    <w:tmpl w:val="C116F4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741092">
    <w:abstractNumId w:val="1"/>
  </w:num>
  <w:num w:numId="2" w16cid:durableId="1816556884">
    <w:abstractNumId w:val="14"/>
  </w:num>
  <w:num w:numId="3" w16cid:durableId="1030454127">
    <w:abstractNumId w:val="15"/>
  </w:num>
  <w:num w:numId="4" w16cid:durableId="1713845677">
    <w:abstractNumId w:val="6"/>
  </w:num>
  <w:num w:numId="5" w16cid:durableId="688333735">
    <w:abstractNumId w:val="5"/>
  </w:num>
  <w:num w:numId="6" w16cid:durableId="1799183449">
    <w:abstractNumId w:val="10"/>
  </w:num>
  <w:num w:numId="7" w16cid:durableId="1425884012">
    <w:abstractNumId w:val="7"/>
  </w:num>
  <w:num w:numId="8" w16cid:durableId="1790005606">
    <w:abstractNumId w:val="12"/>
  </w:num>
  <w:num w:numId="9" w16cid:durableId="1138957320">
    <w:abstractNumId w:val="0"/>
  </w:num>
  <w:num w:numId="10" w16cid:durableId="1410345945">
    <w:abstractNumId w:val="11"/>
  </w:num>
  <w:num w:numId="11" w16cid:durableId="1672484989">
    <w:abstractNumId w:val="2"/>
  </w:num>
  <w:num w:numId="12" w16cid:durableId="771633599">
    <w:abstractNumId w:val="9"/>
  </w:num>
  <w:num w:numId="13" w16cid:durableId="1622884423">
    <w:abstractNumId w:val="13"/>
  </w:num>
  <w:num w:numId="14" w16cid:durableId="927732185">
    <w:abstractNumId w:val="4"/>
  </w:num>
  <w:num w:numId="15" w16cid:durableId="1049765085">
    <w:abstractNumId w:val="8"/>
  </w:num>
  <w:num w:numId="16" w16cid:durableId="204979383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3CF8"/>
    <w:rsid w:val="001443D8"/>
    <w:rsid w:val="00144751"/>
    <w:rsid w:val="00147C6C"/>
    <w:rsid w:val="00150409"/>
    <w:rsid w:val="00151734"/>
    <w:rsid w:val="00151A2B"/>
    <w:rsid w:val="00152B54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202D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10B0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7B8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1A11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54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0F7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3E63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0C0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C48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0C0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373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77BED"/>
    <w:rsid w:val="0058147E"/>
    <w:rsid w:val="0058186F"/>
    <w:rsid w:val="00581E4F"/>
    <w:rsid w:val="00582386"/>
    <w:rsid w:val="00582A91"/>
    <w:rsid w:val="00582FBB"/>
    <w:rsid w:val="005837A5"/>
    <w:rsid w:val="00583AA6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FFA"/>
    <w:rsid w:val="005D04FC"/>
    <w:rsid w:val="005D057E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25B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D2D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A6654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24A5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A8D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4D56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C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370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0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14A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E6D7C"/>
    <w:rsid w:val="00AF2419"/>
    <w:rsid w:val="00AF2B64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405F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074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403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1CD1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4C85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20D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6C9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C32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6B8A0D49-4B3E-4B9F-8B13-1BE6F72F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711829-DB49-4221-BA73-F7FF388FF3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9</Pages>
  <Words>1128</Words>
  <Characters>6431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7544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Ruteta Tetabo</cp:lastModifiedBy>
  <cp:revision>2</cp:revision>
  <cp:lastPrinted>2013-10-18T08:32:00Z</cp:lastPrinted>
  <dcterms:created xsi:type="dcterms:W3CDTF">2022-10-11T02:37:00Z</dcterms:created>
  <dcterms:modified xsi:type="dcterms:W3CDTF">2022-10-11T02:37:00Z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